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F71" w:rsidRPr="00100F76" w:rsidRDefault="00473F71">
      <w:pPr>
        <w:pStyle w:val="Szvegtrzs30"/>
        <w:shd w:val="clear" w:color="auto" w:fill="auto"/>
        <w:spacing w:after="0" w:line="240" w:lineRule="auto"/>
        <w:jc w:val="right"/>
        <w:rPr>
          <w:lang w:val="it-IT"/>
        </w:rPr>
      </w:pPr>
      <w:r w:rsidRPr="00100F76">
        <w:rPr>
          <w:rFonts w:ascii="Times New Roman" w:hAnsi="Times New Roman"/>
          <w:sz w:val="24"/>
          <w:szCs w:val="24"/>
          <w:lang w:val="it-IT"/>
        </w:rPr>
        <w:t>Anexa nr. 2 la Regulament</w:t>
      </w:r>
    </w:p>
    <w:p w:rsidR="00473F71" w:rsidRPr="00100F76" w:rsidRDefault="00473F71">
      <w:pPr>
        <w:pStyle w:val="Szvegtrzs30"/>
        <w:shd w:val="clear" w:color="auto" w:fill="auto"/>
        <w:spacing w:after="0" w:line="240" w:lineRule="auto"/>
        <w:jc w:val="right"/>
        <w:rPr>
          <w:rFonts w:ascii="Times New Roman" w:hAnsi="Times New Roman"/>
          <w:sz w:val="24"/>
          <w:szCs w:val="24"/>
          <w:lang w:val="it-IT"/>
        </w:rPr>
      </w:pPr>
    </w:p>
    <w:p w:rsidR="00473F71" w:rsidRPr="00100F76" w:rsidRDefault="00473F71">
      <w:pPr>
        <w:pStyle w:val="Szvegtrzs30"/>
        <w:shd w:val="clear" w:color="auto" w:fill="auto"/>
        <w:spacing w:after="0" w:line="240" w:lineRule="auto"/>
        <w:jc w:val="center"/>
        <w:rPr>
          <w:rFonts w:ascii="Times New Roman" w:hAnsi="Times New Roman"/>
          <w:sz w:val="24"/>
          <w:szCs w:val="24"/>
          <w:lang w:val="it-IT"/>
        </w:rPr>
      </w:pPr>
      <w:r w:rsidRPr="00100F76">
        <w:rPr>
          <w:rFonts w:ascii="Times New Roman" w:hAnsi="Times New Roman"/>
          <w:sz w:val="24"/>
          <w:szCs w:val="24"/>
          <w:lang w:val="it-IT"/>
        </w:rPr>
        <w:t>CERERE DE FINANŢARE</w:t>
      </w:r>
    </w:p>
    <w:p w:rsidR="00473F71" w:rsidRPr="00100F76" w:rsidRDefault="00473F71">
      <w:pPr>
        <w:pStyle w:val="Szvegtrzs30"/>
        <w:shd w:val="clear" w:color="auto" w:fill="auto"/>
        <w:spacing w:after="0" w:line="240" w:lineRule="auto"/>
        <w:jc w:val="center"/>
        <w:rPr>
          <w:rFonts w:ascii="Times New Roman" w:hAnsi="Times New Roman"/>
          <w:sz w:val="24"/>
          <w:szCs w:val="24"/>
          <w:lang w:val="it-IT"/>
        </w:rPr>
      </w:pPr>
    </w:p>
    <w:p w:rsidR="00473F71" w:rsidRPr="00100F76" w:rsidRDefault="00473F71">
      <w:pPr>
        <w:pStyle w:val="Szvegtrzs30"/>
        <w:shd w:val="clear" w:color="auto" w:fill="auto"/>
        <w:spacing w:after="0" w:line="240" w:lineRule="auto"/>
        <w:ind w:left="-218" w:firstLine="218"/>
        <w:rPr>
          <w:rFonts w:ascii="Times New Roman" w:hAnsi="Times New Roman"/>
          <w:sz w:val="24"/>
          <w:szCs w:val="24"/>
          <w:lang w:val="it-IT"/>
        </w:rPr>
      </w:pPr>
      <w:r w:rsidRPr="00100F76">
        <w:rPr>
          <w:rFonts w:ascii="Times New Roman" w:hAnsi="Times New Roman"/>
          <w:sz w:val="24"/>
          <w:szCs w:val="24"/>
          <w:lang w:val="it-IT"/>
        </w:rPr>
        <w:t>A. Aplicantul: structura sportivă/asociația/organizația:</w:t>
      </w:r>
    </w:p>
    <w:p w:rsidR="00473F71" w:rsidRDefault="00473F71">
      <w:pPr>
        <w:pStyle w:val="Szvegtrzs30"/>
        <w:shd w:val="clear" w:color="auto" w:fill="auto"/>
        <w:spacing w:after="0" w:line="240" w:lineRule="auto"/>
        <w:ind w:left="142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</w:rPr>
        <w:t>1.  Solicitant</w:t>
      </w:r>
    </w:p>
    <w:p w:rsidR="00473F71" w:rsidRDefault="00473F71">
      <w:pPr>
        <w:pStyle w:val="Szvegtrzs30"/>
        <w:shd w:val="clear" w:color="auto" w:fill="auto"/>
        <w:spacing w:after="0" w:line="240" w:lineRule="auto"/>
        <w:ind w:left="142"/>
        <w:rPr>
          <w:rFonts w:ascii="Times New Roman" w:hAnsi="Times New Roman"/>
          <w:sz w:val="24"/>
          <w:szCs w:val="24"/>
          <w:lang/>
        </w:rPr>
      </w:pPr>
    </w:p>
    <w:tbl>
      <w:tblPr>
        <w:tblW w:w="948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0A0"/>
      </w:tblPr>
      <w:tblGrid>
        <w:gridCol w:w="9485"/>
      </w:tblGrid>
      <w:tr w:rsidR="00473F71">
        <w:tc>
          <w:tcPr>
            <w:tcW w:w="9485" w:type="dxa"/>
            <w:tcMar>
              <w:left w:w="108" w:type="dxa"/>
            </w:tcMar>
          </w:tcPr>
          <w:p w:rsidR="00473F71" w:rsidRPr="00415816" w:rsidRDefault="00473F71">
            <w:pPr>
              <w:pStyle w:val="Szvegtrzs30"/>
              <w:shd w:val="clear" w:color="auto" w:fill="auto"/>
              <w:spacing w:after="0" w:line="240" w:lineRule="auto"/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/>
                <w:bCs/>
                <w:color w:val="00000A"/>
                <w:szCs w:val="24"/>
              </w:rPr>
              <w:t>l. Denumirea structurii sportive:</w:t>
            </w:r>
          </w:p>
        </w:tc>
      </w:tr>
      <w:tr w:rsidR="00473F71">
        <w:tc>
          <w:tcPr>
            <w:tcW w:w="9485" w:type="dxa"/>
            <w:tcMar>
              <w:left w:w="108" w:type="dxa"/>
            </w:tcMar>
          </w:tcPr>
          <w:p w:rsidR="00473F71" w:rsidRPr="00415816" w:rsidRDefault="00473F71">
            <w:pPr>
              <w:pStyle w:val="Szvegtrzs30"/>
              <w:shd w:val="clear" w:color="auto" w:fill="auto"/>
              <w:spacing w:after="0" w:line="240" w:lineRule="auto"/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/>
                <w:bCs/>
                <w:color w:val="00000A"/>
                <w:szCs w:val="24"/>
              </w:rPr>
              <w:t>2.Prescurtarea:</w:t>
            </w:r>
          </w:p>
        </w:tc>
      </w:tr>
      <w:tr w:rsidR="00473F71">
        <w:tc>
          <w:tcPr>
            <w:tcW w:w="9485" w:type="dxa"/>
            <w:tcMar>
              <w:left w:w="108" w:type="dxa"/>
            </w:tcMar>
          </w:tcPr>
          <w:p w:rsidR="00473F71" w:rsidRPr="00415816" w:rsidRDefault="00473F71">
            <w:pPr>
              <w:pStyle w:val="Szvegtrzs30"/>
              <w:shd w:val="clear" w:color="auto" w:fill="auto"/>
              <w:spacing w:after="0" w:line="240" w:lineRule="auto"/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/>
                <w:bCs/>
                <w:color w:val="00000A"/>
                <w:szCs w:val="24"/>
              </w:rPr>
              <w:t xml:space="preserve">3. Adresa: </w:t>
            </w:r>
          </w:p>
        </w:tc>
      </w:tr>
      <w:tr w:rsidR="00473F71">
        <w:tc>
          <w:tcPr>
            <w:tcW w:w="9485" w:type="dxa"/>
            <w:tcMar>
              <w:left w:w="108" w:type="dxa"/>
            </w:tcMar>
          </w:tcPr>
          <w:p w:rsidR="00473F71" w:rsidRPr="00415816" w:rsidRDefault="00473F71">
            <w:pPr>
              <w:pStyle w:val="Szvegtrzs30"/>
              <w:shd w:val="clear" w:color="auto" w:fill="auto"/>
              <w:spacing w:after="0" w:line="240" w:lineRule="auto"/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/>
                <w:bCs/>
                <w:color w:val="00000A"/>
                <w:szCs w:val="24"/>
              </w:rPr>
              <w:t>4. Certificat de identitate sportivă:</w:t>
            </w:r>
            <w:r w:rsidRPr="00415816">
              <w:rPr>
                <w:rStyle w:val="Szvegtrzs20"/>
                <w:rFonts w:ascii="Times New Roman" w:hAnsi="Times New Roman"/>
                <w:bCs/>
                <w:color w:val="00000A"/>
                <w:szCs w:val="24"/>
              </w:rPr>
              <w:tab/>
            </w:r>
          </w:p>
        </w:tc>
      </w:tr>
      <w:tr w:rsidR="00473F71">
        <w:tc>
          <w:tcPr>
            <w:tcW w:w="9485" w:type="dxa"/>
            <w:tcMar>
              <w:left w:w="108" w:type="dxa"/>
            </w:tcMar>
          </w:tcPr>
          <w:p w:rsidR="00473F71" w:rsidRPr="00100F76" w:rsidRDefault="00473F71">
            <w:pPr>
              <w:pStyle w:val="Szvegtrzs30"/>
              <w:shd w:val="clear" w:color="auto" w:fill="auto"/>
              <w:spacing w:after="0" w:line="240" w:lineRule="auto"/>
              <w:rPr>
                <w:rFonts w:ascii="Times New Roman" w:hAnsi="Times New Roman"/>
                <w:bCs/>
                <w:color w:val="00000A"/>
                <w:sz w:val="24"/>
                <w:szCs w:val="24"/>
                <w:lang w:val="it-IT"/>
              </w:rPr>
            </w:pPr>
            <w:r w:rsidRPr="00415816">
              <w:rPr>
                <w:rStyle w:val="Szvegtrzs20"/>
                <w:rFonts w:ascii="Times New Roman" w:hAnsi="Times New Roman"/>
                <w:bCs/>
                <w:color w:val="00000A"/>
                <w:szCs w:val="24"/>
              </w:rPr>
              <w:t xml:space="preserve">5. Alte date de identificare: Telefon: </w:t>
            </w:r>
            <w:r w:rsidRPr="00415816">
              <w:rPr>
                <w:rStyle w:val="Szvegtrzs20"/>
                <w:rFonts w:ascii="Times New Roman" w:hAnsi="Times New Roman"/>
                <w:bCs/>
                <w:color w:val="00000A"/>
                <w:szCs w:val="24"/>
              </w:rPr>
              <w:tab/>
            </w:r>
          </w:p>
        </w:tc>
      </w:tr>
      <w:tr w:rsidR="00473F71">
        <w:tc>
          <w:tcPr>
            <w:tcW w:w="9485" w:type="dxa"/>
            <w:tcMar>
              <w:left w:w="108" w:type="dxa"/>
            </w:tcMar>
          </w:tcPr>
          <w:p w:rsidR="00473F71" w:rsidRPr="00415816" w:rsidRDefault="00473F71">
            <w:pPr>
              <w:pStyle w:val="Szvegtrzs30"/>
              <w:shd w:val="clear" w:color="auto" w:fill="auto"/>
              <w:spacing w:after="0" w:line="240" w:lineRule="auto"/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/>
                <w:bCs/>
                <w:color w:val="00000A"/>
                <w:szCs w:val="24"/>
              </w:rPr>
              <w:t>E-mail:</w:t>
            </w:r>
            <w:r w:rsidRPr="00415816">
              <w:rPr>
                <w:rStyle w:val="Szvegtrzs20"/>
                <w:rFonts w:ascii="Times New Roman" w:hAnsi="Times New Roman"/>
                <w:bCs/>
                <w:color w:val="00000A"/>
                <w:szCs w:val="24"/>
              </w:rPr>
              <w:tab/>
            </w:r>
          </w:p>
        </w:tc>
      </w:tr>
      <w:tr w:rsidR="00473F71">
        <w:tc>
          <w:tcPr>
            <w:tcW w:w="9485" w:type="dxa"/>
            <w:tcMar>
              <w:left w:w="108" w:type="dxa"/>
            </w:tcMar>
          </w:tcPr>
          <w:p w:rsidR="00473F71" w:rsidRPr="00415816" w:rsidRDefault="00473F71">
            <w:pPr>
              <w:pStyle w:val="Szvegtrzs30"/>
              <w:shd w:val="clear" w:color="auto" w:fill="auto"/>
              <w:spacing w:after="0" w:line="240" w:lineRule="auto"/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/>
                <w:bCs/>
                <w:color w:val="00000A"/>
                <w:szCs w:val="24"/>
              </w:rPr>
              <w:t xml:space="preserve">Fax: </w:t>
            </w:r>
            <w:r w:rsidRPr="00415816">
              <w:rPr>
                <w:rStyle w:val="Szvegtrzs20"/>
                <w:rFonts w:ascii="Times New Roman" w:hAnsi="Times New Roman"/>
                <w:bCs/>
                <w:color w:val="00000A"/>
                <w:szCs w:val="24"/>
              </w:rPr>
              <w:tab/>
            </w:r>
          </w:p>
        </w:tc>
      </w:tr>
      <w:tr w:rsidR="00473F71">
        <w:tc>
          <w:tcPr>
            <w:tcW w:w="9485" w:type="dxa"/>
            <w:tcMar>
              <w:left w:w="108" w:type="dxa"/>
            </w:tcMar>
          </w:tcPr>
          <w:p w:rsidR="00473F71" w:rsidRPr="00415816" w:rsidRDefault="00473F71">
            <w:pPr>
              <w:pStyle w:val="Szvegtrzs30"/>
              <w:shd w:val="clear" w:color="auto" w:fill="auto"/>
              <w:spacing w:after="0" w:line="240" w:lineRule="auto"/>
              <w:rPr>
                <w:rFonts w:ascii="Times New Roman" w:hAnsi="Times New Roman"/>
                <w:bCs/>
                <w:color w:val="00000A"/>
                <w:sz w:val="22"/>
                <w:szCs w:val="22"/>
                <w:lang w:val="ro-RO"/>
              </w:rPr>
            </w:pPr>
            <w:r w:rsidRPr="00415816">
              <w:rPr>
                <w:rStyle w:val="Szvegtrzs20"/>
                <w:rFonts w:ascii="Times New Roman" w:hAnsi="Times New Roman"/>
                <w:bCs/>
                <w:color w:val="00000A"/>
                <w:szCs w:val="24"/>
              </w:rPr>
              <w:t xml:space="preserve">Web: </w:t>
            </w:r>
            <w:r w:rsidRPr="00415816">
              <w:rPr>
                <w:rStyle w:val="Szvegtrzs20"/>
                <w:rFonts w:ascii="Times New Roman" w:hAnsi="Times New Roman"/>
                <w:bCs/>
                <w:color w:val="00000A"/>
                <w:szCs w:val="24"/>
              </w:rPr>
              <w:tab/>
            </w:r>
          </w:p>
        </w:tc>
      </w:tr>
    </w:tbl>
    <w:p w:rsidR="00473F71" w:rsidRDefault="00473F71">
      <w:pPr>
        <w:pStyle w:val="Szvegtrzs30"/>
        <w:shd w:val="clear" w:color="auto" w:fill="auto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473F71" w:rsidRDefault="00473F71">
      <w:pPr>
        <w:pStyle w:val="Szvegtrzs30"/>
        <w:numPr>
          <w:ilvl w:val="0"/>
          <w:numId w:val="1"/>
        </w:numPr>
        <w:shd w:val="clear" w:color="auto" w:fill="auto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Date bancare:</w:t>
      </w:r>
    </w:p>
    <w:p w:rsidR="00473F71" w:rsidRDefault="00473F71">
      <w:pPr>
        <w:pStyle w:val="Szvegtrzs21"/>
        <w:shd w:val="clear" w:color="auto" w:fill="auto"/>
        <w:tabs>
          <w:tab w:val="left" w:pos="211"/>
        </w:tabs>
        <w:spacing w:before="0" w:line="240" w:lineRule="auto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Szvegtrzs2Exact"/>
          <w:rFonts w:cs="Times New Roman"/>
          <w:sz w:val="24"/>
          <w:szCs w:val="24"/>
        </w:rPr>
        <w:t>Denumirea bancii:</w:t>
      </w:r>
    </w:p>
    <w:p w:rsidR="00473F71" w:rsidRDefault="00473F71">
      <w:pPr>
        <w:pStyle w:val="Szvegtrzs21"/>
        <w:shd w:val="clear" w:color="auto" w:fill="auto"/>
        <w:tabs>
          <w:tab w:val="left" w:pos="230"/>
        </w:tabs>
        <w:spacing w:before="0" w:line="240" w:lineRule="auto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Szvegtrzs2Exact"/>
          <w:rFonts w:cs="Times New Roman"/>
          <w:sz w:val="24"/>
          <w:szCs w:val="24"/>
        </w:rPr>
        <w:t>Numarul de cont:</w:t>
      </w:r>
    </w:p>
    <w:p w:rsidR="00473F71" w:rsidRDefault="00473F71">
      <w:pPr>
        <w:pStyle w:val="Szvegtrzs21"/>
        <w:shd w:val="clear" w:color="auto" w:fill="auto"/>
        <w:tabs>
          <w:tab w:val="left" w:pos="240"/>
          <w:tab w:val="left" w:leader="dot" w:pos="2016"/>
        </w:tabs>
        <w:spacing w:before="0" w:line="240" w:lineRule="auto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Szvegtrzs2Exact"/>
          <w:rFonts w:cs="Times New Roman"/>
          <w:sz w:val="24"/>
          <w:szCs w:val="24"/>
        </w:rPr>
        <w:t xml:space="preserve">Titular: </w:t>
      </w:r>
      <w:r>
        <w:rPr>
          <w:rStyle w:val="Szvegtrzs2Exact"/>
          <w:rFonts w:cs="Times New Roman"/>
          <w:sz w:val="24"/>
          <w:szCs w:val="24"/>
        </w:rPr>
        <w:tab/>
      </w:r>
    </w:p>
    <w:p w:rsidR="00473F71" w:rsidRDefault="00473F71">
      <w:pPr>
        <w:pStyle w:val="Szvegtrzs21"/>
        <w:shd w:val="clear" w:color="auto" w:fill="auto"/>
        <w:tabs>
          <w:tab w:val="left" w:pos="245"/>
          <w:tab w:val="left" w:leader="dot" w:pos="2021"/>
        </w:tabs>
        <w:spacing w:before="0" w:line="240" w:lineRule="auto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Szvegtrzs2Exact"/>
          <w:rFonts w:cs="Times New Roman"/>
          <w:sz w:val="24"/>
          <w:szCs w:val="24"/>
        </w:rPr>
        <w:t xml:space="preserve">Cod fiscal: </w:t>
      </w:r>
      <w:r>
        <w:rPr>
          <w:rStyle w:val="Szvegtrzs2Exact"/>
          <w:rFonts w:cs="Times New Roman"/>
          <w:sz w:val="24"/>
          <w:szCs w:val="24"/>
        </w:rPr>
        <w:tab/>
      </w:r>
    </w:p>
    <w:p w:rsidR="00473F71" w:rsidRDefault="00473F71">
      <w:pPr>
        <w:pStyle w:val="Szvegtrzs30"/>
        <w:shd w:val="clear" w:color="auto" w:fill="auto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473F71" w:rsidRPr="00100F76" w:rsidRDefault="00473F71">
      <w:pPr>
        <w:pStyle w:val="Szvegtrzs30"/>
        <w:numPr>
          <w:ilvl w:val="0"/>
          <w:numId w:val="1"/>
        </w:numPr>
        <w:shd w:val="clear" w:color="auto" w:fill="auto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100F76">
        <w:rPr>
          <w:rFonts w:ascii="Times New Roman" w:hAnsi="Times New Roman"/>
          <w:sz w:val="24"/>
          <w:szCs w:val="24"/>
          <w:lang w:val="it-IT"/>
        </w:rPr>
        <w:t xml:space="preserve"> Datele persoanei care are dreptul de a reprezenta solicitantul</w:t>
      </w:r>
    </w:p>
    <w:tbl>
      <w:tblPr>
        <w:tblW w:w="948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0A0"/>
      </w:tblPr>
      <w:tblGrid>
        <w:gridCol w:w="9485"/>
      </w:tblGrid>
      <w:tr w:rsidR="00473F71">
        <w:tc>
          <w:tcPr>
            <w:tcW w:w="9485" w:type="dxa"/>
            <w:tcMar>
              <w:left w:w="108" w:type="dxa"/>
            </w:tcMar>
          </w:tcPr>
          <w:p w:rsidR="00473F71" w:rsidRPr="00415816" w:rsidRDefault="00473F71">
            <w:pPr>
              <w:pStyle w:val="Szvegtrzs30"/>
              <w:shd w:val="clear" w:color="auto" w:fill="auto"/>
              <w:spacing w:after="0" w:line="240" w:lineRule="auto"/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/>
                <w:bCs/>
                <w:color w:val="00000A"/>
                <w:szCs w:val="24"/>
              </w:rPr>
              <w:t>l.Numele complet:</w:t>
            </w:r>
          </w:p>
        </w:tc>
      </w:tr>
      <w:tr w:rsidR="00473F71">
        <w:tc>
          <w:tcPr>
            <w:tcW w:w="9485" w:type="dxa"/>
            <w:tcMar>
              <w:left w:w="108" w:type="dxa"/>
            </w:tcMar>
          </w:tcPr>
          <w:p w:rsidR="00473F71" w:rsidRPr="00415816" w:rsidRDefault="00473F71">
            <w:pPr>
              <w:pStyle w:val="Szvegtrzs30"/>
              <w:shd w:val="clear" w:color="auto" w:fill="auto"/>
              <w:spacing w:after="0" w:line="240" w:lineRule="auto"/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/>
                <w:bCs/>
                <w:color w:val="00000A"/>
                <w:szCs w:val="24"/>
              </w:rPr>
              <w:t xml:space="preserve">2.Telefon: </w:t>
            </w:r>
            <w:r w:rsidRPr="00415816">
              <w:rPr>
                <w:rStyle w:val="Szvegtrzs20"/>
                <w:rFonts w:ascii="Times New Roman" w:hAnsi="Times New Roman"/>
                <w:bCs/>
                <w:color w:val="00000A"/>
                <w:szCs w:val="24"/>
              </w:rPr>
              <w:tab/>
            </w:r>
          </w:p>
        </w:tc>
      </w:tr>
      <w:tr w:rsidR="00473F71">
        <w:tc>
          <w:tcPr>
            <w:tcW w:w="9485" w:type="dxa"/>
            <w:tcMar>
              <w:left w:w="108" w:type="dxa"/>
            </w:tcMar>
          </w:tcPr>
          <w:p w:rsidR="00473F71" w:rsidRPr="00415816" w:rsidRDefault="00473F71">
            <w:pPr>
              <w:pStyle w:val="Szvegtrzs30"/>
              <w:shd w:val="clear" w:color="auto" w:fill="auto"/>
              <w:spacing w:after="0" w:line="240" w:lineRule="auto"/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/>
                <w:bCs/>
                <w:color w:val="00000A"/>
                <w:szCs w:val="24"/>
              </w:rPr>
              <w:t>3.Fax:</w:t>
            </w:r>
            <w:r w:rsidRPr="00415816">
              <w:rPr>
                <w:rStyle w:val="Szvegtrzs20"/>
                <w:rFonts w:ascii="Times New Roman" w:hAnsi="Times New Roman"/>
                <w:bCs/>
                <w:color w:val="00000A"/>
                <w:szCs w:val="24"/>
              </w:rPr>
              <w:tab/>
            </w:r>
          </w:p>
        </w:tc>
      </w:tr>
      <w:tr w:rsidR="00473F71">
        <w:tc>
          <w:tcPr>
            <w:tcW w:w="9485" w:type="dxa"/>
            <w:tcMar>
              <w:left w:w="108" w:type="dxa"/>
            </w:tcMar>
          </w:tcPr>
          <w:p w:rsidR="00473F71" w:rsidRPr="00415816" w:rsidRDefault="00473F71">
            <w:pPr>
              <w:pStyle w:val="Szvegtrzs30"/>
              <w:shd w:val="clear" w:color="auto" w:fill="auto"/>
              <w:spacing w:after="0" w:line="240" w:lineRule="auto"/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/>
                <w:bCs/>
                <w:color w:val="00000A"/>
                <w:szCs w:val="24"/>
              </w:rPr>
              <w:t>4. E-mail:</w:t>
            </w:r>
            <w:r w:rsidRPr="00415816">
              <w:rPr>
                <w:rStyle w:val="Szvegtrzs20"/>
                <w:rFonts w:ascii="Times New Roman" w:hAnsi="Times New Roman"/>
                <w:bCs/>
                <w:color w:val="00000A"/>
                <w:szCs w:val="24"/>
              </w:rPr>
              <w:tab/>
            </w:r>
          </w:p>
        </w:tc>
      </w:tr>
    </w:tbl>
    <w:p w:rsidR="00473F71" w:rsidRDefault="00473F71">
      <w:pPr>
        <w:pStyle w:val="Szvegtrzs30"/>
        <w:shd w:val="clear" w:color="auto" w:fill="auto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473F71" w:rsidRDefault="00473F71">
      <w:pPr>
        <w:pStyle w:val="Tblzatfelirata0"/>
        <w:numPr>
          <w:ilvl w:val="0"/>
          <w:numId w:val="1"/>
        </w:numPr>
        <w:shd w:val="clear" w:color="auto" w:fill="auto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Responsabilul de proiect</w:t>
      </w:r>
      <w:r>
        <w:rPr>
          <w:rFonts w:ascii="Times New Roman" w:hAnsi="Times New Roman"/>
          <w:b/>
          <w:sz w:val="24"/>
          <w:szCs w:val="24"/>
          <w:lang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(daca este diferit de persoana de la pct 3)</w:t>
      </w:r>
    </w:p>
    <w:p w:rsidR="00473F71" w:rsidRDefault="00473F71">
      <w:pPr>
        <w:pStyle w:val="Szvegtrzs30"/>
        <w:shd w:val="clear" w:color="auto" w:fill="auto"/>
        <w:spacing w:after="0" w:line="240" w:lineRule="auto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</w:t>
      </w:r>
    </w:p>
    <w:tbl>
      <w:tblPr>
        <w:tblW w:w="948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0A0"/>
      </w:tblPr>
      <w:tblGrid>
        <w:gridCol w:w="9485"/>
      </w:tblGrid>
      <w:tr w:rsidR="00473F71">
        <w:tc>
          <w:tcPr>
            <w:tcW w:w="9485" w:type="dxa"/>
            <w:tcMar>
              <w:left w:w="108" w:type="dxa"/>
            </w:tcMar>
          </w:tcPr>
          <w:p w:rsidR="00473F71" w:rsidRPr="00415816" w:rsidRDefault="00473F71">
            <w:pPr>
              <w:pStyle w:val="Szvegtrzs30"/>
              <w:shd w:val="clear" w:color="auto" w:fill="auto"/>
              <w:spacing w:after="0" w:line="240" w:lineRule="auto"/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/>
                <w:bCs/>
                <w:color w:val="00000A"/>
                <w:szCs w:val="24"/>
              </w:rPr>
              <w:t>l.Numele complet:</w:t>
            </w:r>
          </w:p>
        </w:tc>
      </w:tr>
      <w:tr w:rsidR="00473F71">
        <w:tc>
          <w:tcPr>
            <w:tcW w:w="9485" w:type="dxa"/>
            <w:tcMar>
              <w:left w:w="108" w:type="dxa"/>
            </w:tcMar>
          </w:tcPr>
          <w:p w:rsidR="00473F71" w:rsidRPr="00415816" w:rsidRDefault="00473F71">
            <w:pPr>
              <w:pStyle w:val="Szvegtrzs30"/>
              <w:shd w:val="clear" w:color="auto" w:fill="auto"/>
              <w:spacing w:after="0" w:line="240" w:lineRule="auto"/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/>
                <w:bCs/>
                <w:color w:val="00000A"/>
                <w:szCs w:val="24"/>
              </w:rPr>
              <w:t xml:space="preserve">2.Telefon: </w:t>
            </w:r>
            <w:r w:rsidRPr="00415816">
              <w:rPr>
                <w:rStyle w:val="Szvegtrzs20"/>
                <w:rFonts w:ascii="Times New Roman" w:hAnsi="Times New Roman"/>
                <w:bCs/>
                <w:color w:val="00000A"/>
                <w:szCs w:val="24"/>
              </w:rPr>
              <w:tab/>
            </w:r>
          </w:p>
        </w:tc>
      </w:tr>
      <w:tr w:rsidR="00473F71">
        <w:tc>
          <w:tcPr>
            <w:tcW w:w="9485" w:type="dxa"/>
            <w:tcMar>
              <w:left w:w="108" w:type="dxa"/>
            </w:tcMar>
          </w:tcPr>
          <w:p w:rsidR="00473F71" w:rsidRPr="00415816" w:rsidRDefault="00473F71">
            <w:pPr>
              <w:pStyle w:val="Szvegtrzs30"/>
              <w:shd w:val="clear" w:color="auto" w:fill="auto"/>
              <w:spacing w:after="0" w:line="240" w:lineRule="auto"/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/>
                <w:bCs/>
                <w:color w:val="00000A"/>
                <w:szCs w:val="24"/>
              </w:rPr>
              <w:t>3.Fax:</w:t>
            </w:r>
            <w:r w:rsidRPr="00415816">
              <w:rPr>
                <w:rStyle w:val="Szvegtrzs20"/>
                <w:rFonts w:ascii="Times New Roman" w:hAnsi="Times New Roman"/>
                <w:bCs/>
                <w:color w:val="00000A"/>
                <w:szCs w:val="24"/>
              </w:rPr>
              <w:tab/>
            </w:r>
          </w:p>
        </w:tc>
      </w:tr>
      <w:tr w:rsidR="00473F71">
        <w:tc>
          <w:tcPr>
            <w:tcW w:w="9485" w:type="dxa"/>
            <w:tcMar>
              <w:left w:w="108" w:type="dxa"/>
            </w:tcMar>
          </w:tcPr>
          <w:p w:rsidR="00473F71" w:rsidRPr="00415816" w:rsidRDefault="00473F71">
            <w:pPr>
              <w:pStyle w:val="Szvegtrzs30"/>
              <w:shd w:val="clear" w:color="auto" w:fill="auto"/>
              <w:spacing w:after="0" w:line="240" w:lineRule="auto"/>
              <w:rPr>
                <w:rFonts w:ascii="Times New Roman" w:hAnsi="Times New Roman"/>
                <w:bCs/>
                <w:color w:val="00000A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/>
                <w:bCs/>
                <w:color w:val="00000A"/>
                <w:szCs w:val="24"/>
              </w:rPr>
              <w:t>4. E-mail:</w:t>
            </w:r>
            <w:r w:rsidRPr="00415816">
              <w:rPr>
                <w:rStyle w:val="Szvegtrzs20"/>
                <w:rFonts w:ascii="Times New Roman" w:hAnsi="Times New Roman"/>
                <w:bCs/>
                <w:color w:val="00000A"/>
                <w:szCs w:val="24"/>
              </w:rPr>
              <w:tab/>
            </w:r>
          </w:p>
        </w:tc>
      </w:tr>
    </w:tbl>
    <w:p w:rsidR="00473F71" w:rsidRDefault="00473F71">
      <w:pPr>
        <w:pStyle w:val="Szvegtrzs30"/>
        <w:shd w:val="clear" w:color="auto" w:fill="auto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473F71" w:rsidRDefault="00473F71">
      <w:pPr>
        <w:pStyle w:val="Tblzatfelirata0"/>
        <w:shd w:val="clear" w:color="auto" w:fill="auto"/>
        <w:spacing w:line="240" w:lineRule="auto"/>
        <w:rPr>
          <w:rFonts w:ascii="Times New Roman" w:hAnsi="Times New Roman"/>
          <w:b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</w:rPr>
        <w:t>B. Date privind proiectul</w:t>
      </w:r>
      <w:r>
        <w:rPr>
          <w:rFonts w:ascii="Times New Roman" w:hAnsi="Times New Roman"/>
          <w:b/>
          <w:sz w:val="24"/>
          <w:szCs w:val="24"/>
          <w:lang/>
        </w:rPr>
        <w:t>:</w:t>
      </w:r>
    </w:p>
    <w:p w:rsidR="00473F71" w:rsidRDefault="00473F71">
      <w:pPr>
        <w:pStyle w:val="Tblzatfelirata0"/>
        <w:shd w:val="clear" w:color="auto" w:fill="auto"/>
        <w:spacing w:line="240" w:lineRule="auto"/>
        <w:ind w:left="862"/>
        <w:rPr>
          <w:rFonts w:ascii="Times New Roman" w:hAnsi="Times New Roman"/>
          <w:b/>
          <w:sz w:val="24"/>
          <w:szCs w:val="24"/>
          <w:lang/>
        </w:rPr>
      </w:pPr>
    </w:p>
    <w:p w:rsidR="00473F71" w:rsidRDefault="00473F71">
      <w:pPr>
        <w:pStyle w:val="Tblzatfelirata0"/>
        <w:shd w:val="clear" w:color="auto" w:fill="auto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 Titlul /Denumirea programului sportiv: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473F71" w:rsidRDefault="00473F71">
      <w:pPr>
        <w:pStyle w:val="Tblzatfelirata0"/>
        <w:shd w:val="clear" w:color="auto" w:fill="auto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473F71" w:rsidRDefault="00473F71">
      <w:pPr>
        <w:pStyle w:val="Tblzatfelirata0"/>
        <w:shd w:val="clear" w:color="auto" w:fill="auto"/>
        <w:spacing w:line="240" w:lineRule="auto"/>
        <w:rPr>
          <w:rFonts w:ascii="Times New Roman" w:hAnsi="Times New Roman"/>
          <w:b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</w:rPr>
        <w:t>6. Descrierea programului, a resurselor şi a obiectivelor solicitantului</w:t>
      </w:r>
      <w:r>
        <w:rPr>
          <w:rFonts w:ascii="Times New Roman" w:hAnsi="Times New Roman"/>
          <w:b/>
          <w:sz w:val="24"/>
          <w:szCs w:val="24"/>
          <w:lang/>
        </w:rPr>
        <w:t>:</w:t>
      </w:r>
    </w:p>
    <w:p w:rsidR="00473F71" w:rsidRDefault="00473F71">
      <w:pPr>
        <w:pStyle w:val="Tblzatfelirata0"/>
        <w:shd w:val="clear" w:color="auto" w:fill="auto"/>
        <w:spacing w:line="240" w:lineRule="auto"/>
        <w:ind w:left="862"/>
        <w:rPr>
          <w:rFonts w:ascii="Times New Roman" w:hAnsi="Times New Roman"/>
          <w:sz w:val="24"/>
          <w:szCs w:val="24"/>
          <w:lang/>
        </w:rPr>
      </w:pPr>
    </w:p>
    <w:p w:rsidR="00473F71" w:rsidRDefault="00473F71">
      <w:pPr>
        <w:pStyle w:val="Tblzatfelirata0"/>
        <w:shd w:val="clear" w:color="auto" w:fill="auto"/>
        <w:spacing w:line="240" w:lineRule="auto"/>
        <w:ind w:left="502"/>
        <w:rPr>
          <w:rFonts w:ascii="Times New Roman" w:hAnsi="Times New Roman"/>
          <w:b/>
          <w:sz w:val="24"/>
          <w:szCs w:val="24"/>
        </w:rPr>
      </w:pPr>
    </w:p>
    <w:p w:rsidR="00473F71" w:rsidRDefault="00473F71">
      <w:pPr>
        <w:pStyle w:val="Tblzatfelirata0"/>
        <w:shd w:val="clear" w:color="auto" w:fill="auto"/>
        <w:spacing w:line="240" w:lineRule="auto"/>
        <w:ind w:left="502"/>
        <w:rPr>
          <w:rFonts w:ascii="Times New Roman" w:hAnsi="Times New Roman"/>
          <w:b/>
          <w:sz w:val="24"/>
          <w:szCs w:val="24"/>
        </w:rPr>
      </w:pPr>
    </w:p>
    <w:p w:rsidR="00473F71" w:rsidRDefault="00473F71">
      <w:pPr>
        <w:pStyle w:val="Tblzatfelirata0"/>
        <w:shd w:val="clear" w:color="auto" w:fill="auto"/>
        <w:spacing w:line="240" w:lineRule="auto"/>
        <w:ind w:left="502"/>
        <w:rPr>
          <w:rFonts w:ascii="Times New Roman" w:hAnsi="Times New Roman"/>
          <w:sz w:val="24"/>
          <w:szCs w:val="24"/>
          <w:lang/>
        </w:rPr>
      </w:pPr>
    </w:p>
    <w:p w:rsidR="00473F71" w:rsidRPr="00100F76" w:rsidRDefault="00473F71">
      <w:pPr>
        <w:pStyle w:val="Tblzatfelirata0"/>
        <w:shd w:val="clear" w:color="auto" w:fill="auto"/>
        <w:spacing w:line="240" w:lineRule="auto"/>
        <w:rPr>
          <w:b/>
          <w:lang w:val="it-IT"/>
        </w:rPr>
      </w:pPr>
      <w:r w:rsidRPr="00100F76">
        <w:rPr>
          <w:rFonts w:ascii="Times New Roman" w:hAnsi="Times New Roman"/>
          <w:b/>
          <w:sz w:val="24"/>
          <w:szCs w:val="24"/>
          <w:lang w:val="it-IT"/>
        </w:rPr>
        <w:t>7. Rezumatul</w:t>
      </w:r>
      <w:r w:rsidRPr="00100F76">
        <w:rPr>
          <w:rStyle w:val="Szvegtrzs2Exact"/>
          <w:b/>
          <w:sz w:val="24"/>
          <w:szCs w:val="24"/>
          <w:lang w:val="it-IT"/>
        </w:rPr>
        <w:t xml:space="preserve"> programului sportiv, structurat astfel:</w:t>
      </w:r>
    </w:p>
    <w:p w:rsidR="00473F71" w:rsidRPr="00100F76" w:rsidRDefault="00473F71">
      <w:pPr>
        <w:pStyle w:val="Szvegtrzs21"/>
        <w:shd w:val="clear" w:color="auto" w:fill="auto"/>
        <w:spacing w:before="0" w:line="240" w:lineRule="auto"/>
        <w:ind w:left="502" w:firstLine="0"/>
        <w:rPr>
          <w:rFonts w:ascii="Times New Roman" w:hAnsi="Times New Roman" w:cs="Times New Roman"/>
          <w:lang w:val="it-IT"/>
        </w:rPr>
      </w:pPr>
      <w:r w:rsidRPr="00100F76">
        <w:rPr>
          <w:rFonts w:ascii="Times New Roman" w:hAnsi="Times New Roman" w:cs="Times New Roman"/>
          <w:sz w:val="24"/>
          <w:szCs w:val="24"/>
          <w:lang w:val="it-IT"/>
        </w:rPr>
        <w:t xml:space="preserve"> - titlul</w:t>
      </w:r>
    </w:p>
    <w:p w:rsidR="00473F71" w:rsidRDefault="00473F71">
      <w:pPr>
        <w:pStyle w:val="Szvegtrzs21"/>
        <w:shd w:val="clear" w:color="auto" w:fill="auto"/>
        <w:spacing w:before="0" w:line="240" w:lineRule="auto"/>
        <w:ind w:left="502" w:firstLine="0"/>
        <w:rPr>
          <w:rFonts w:ascii="Times New Roman" w:hAnsi="Times New Roman" w:cs="Times New Roman"/>
          <w:sz w:val="24"/>
          <w:szCs w:val="24"/>
        </w:rPr>
      </w:pPr>
      <w:r w:rsidRPr="00100F76">
        <w:rPr>
          <w:rFonts w:ascii="Times New Roman" w:hAnsi="Times New Roman" w:cs="Times New Roman"/>
          <w:sz w:val="24"/>
          <w:szCs w:val="24"/>
          <w:lang w:val="it-IT"/>
        </w:rPr>
        <w:t xml:space="preserve">- scopul </w:t>
      </w:r>
      <w:r>
        <w:rPr>
          <w:rFonts w:ascii="Times New Roman" w:hAnsi="Times New Roman" w:cs="Times New Roman"/>
          <w:sz w:val="24"/>
          <w:szCs w:val="24"/>
        </w:rPr>
        <w:t>și obiectivele</w:t>
      </w:r>
    </w:p>
    <w:p w:rsidR="00473F71" w:rsidRDefault="00473F71">
      <w:pPr>
        <w:pStyle w:val="Szvegtrzs21"/>
        <w:shd w:val="clear" w:color="auto" w:fill="auto"/>
        <w:spacing w:before="0" w:line="240" w:lineRule="auto"/>
        <w:ind w:left="50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grupul țintă, beneficiari</w:t>
      </w:r>
    </w:p>
    <w:p w:rsidR="00473F71" w:rsidRDefault="00473F71">
      <w:pPr>
        <w:pStyle w:val="Szvegtrzs21"/>
        <w:shd w:val="clear" w:color="auto" w:fill="auto"/>
        <w:spacing w:before="0" w:line="240" w:lineRule="auto"/>
        <w:ind w:left="50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activitățile principale</w:t>
      </w:r>
    </w:p>
    <w:p w:rsidR="00473F71" w:rsidRDefault="00473F71">
      <w:pPr>
        <w:pStyle w:val="Szvegtrzs21"/>
        <w:shd w:val="clear" w:color="auto" w:fill="auto"/>
        <w:spacing w:before="0" w:line="240" w:lineRule="auto"/>
        <w:ind w:left="50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rezultatele estimate</w:t>
      </w:r>
    </w:p>
    <w:p w:rsidR="00473F71" w:rsidRDefault="00473F71">
      <w:pPr>
        <w:pStyle w:val="Szvegtrzs21"/>
        <w:shd w:val="clear" w:color="auto" w:fill="auto"/>
        <w:spacing w:before="0" w:line="240" w:lineRule="auto"/>
        <w:ind w:left="502" w:firstLine="0"/>
        <w:rPr>
          <w:rFonts w:ascii="Times New Roman" w:hAnsi="Times New Roman" w:cs="Times New Roman"/>
          <w:sz w:val="24"/>
          <w:szCs w:val="24"/>
        </w:rPr>
      </w:pPr>
    </w:p>
    <w:p w:rsidR="00473F71" w:rsidRPr="00100F76" w:rsidRDefault="00473F71">
      <w:pPr>
        <w:pStyle w:val="Tblzatfelirata0"/>
        <w:shd w:val="clear" w:color="auto" w:fill="auto"/>
        <w:spacing w:line="240" w:lineRule="auto"/>
        <w:rPr>
          <w:b/>
          <w:lang w:val="it-IT"/>
        </w:rPr>
      </w:pPr>
      <w:r w:rsidRPr="00100F76">
        <w:rPr>
          <w:rFonts w:ascii="Times New Roman" w:hAnsi="Times New Roman"/>
          <w:b/>
          <w:sz w:val="24"/>
          <w:szCs w:val="24"/>
          <w:lang w:val="it-IT"/>
        </w:rPr>
        <w:t>8. Scopul</w:t>
      </w:r>
      <w:r w:rsidRPr="00100F76">
        <w:rPr>
          <w:rStyle w:val="Szvegtrzs2Exact"/>
          <w:b/>
          <w:sz w:val="24"/>
          <w:szCs w:val="24"/>
          <w:lang w:val="it-IT"/>
        </w:rPr>
        <w:t xml:space="preserve"> şi obiectivele programului:</w:t>
      </w:r>
    </w:p>
    <w:p w:rsidR="00473F71" w:rsidRPr="00100F76" w:rsidRDefault="00473F71">
      <w:pPr>
        <w:pStyle w:val="Tblzatfelirata0"/>
        <w:shd w:val="clear" w:color="auto" w:fill="auto"/>
        <w:spacing w:line="240" w:lineRule="auto"/>
        <w:ind w:left="862"/>
        <w:rPr>
          <w:lang w:val="it-IT"/>
        </w:rPr>
      </w:pPr>
    </w:p>
    <w:p w:rsidR="00473F71" w:rsidRPr="00100F76" w:rsidRDefault="00473F71">
      <w:pPr>
        <w:pStyle w:val="Tblzatfelirata0"/>
        <w:shd w:val="clear" w:color="auto" w:fill="auto"/>
        <w:spacing w:line="240" w:lineRule="auto"/>
        <w:rPr>
          <w:rFonts w:ascii="Times New Roman" w:hAnsi="Times New Roman"/>
          <w:lang w:val="it-IT"/>
        </w:rPr>
      </w:pPr>
      <w:r w:rsidRPr="00100F76">
        <w:rPr>
          <w:rFonts w:ascii="Times New Roman" w:hAnsi="Times New Roman"/>
          <w:b/>
          <w:sz w:val="24"/>
          <w:szCs w:val="24"/>
          <w:lang w:val="it-IT"/>
        </w:rPr>
        <w:t>9. Activităţi/acţiuni din cadrul programului sportiv</w:t>
      </w:r>
    </w:p>
    <w:p w:rsidR="00473F71" w:rsidRDefault="00473F71">
      <w:pPr>
        <w:pStyle w:val="Szvegtrzs21"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9.1.</w:t>
      </w:r>
    </w:p>
    <w:p w:rsidR="00473F71" w:rsidRDefault="00473F71">
      <w:pPr>
        <w:pStyle w:val="Szvegtrzs21"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9.2.</w:t>
      </w:r>
    </w:p>
    <w:p w:rsidR="00473F71" w:rsidRDefault="00473F71">
      <w:pPr>
        <w:pStyle w:val="Szvegtrzs21"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9.3.</w:t>
      </w:r>
    </w:p>
    <w:p w:rsidR="00473F71" w:rsidRDefault="00473F71">
      <w:pPr>
        <w:pStyle w:val="Szvegtrzs21"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9.4.</w:t>
      </w:r>
    </w:p>
    <w:p w:rsidR="00473F71" w:rsidRDefault="00473F71">
      <w:pPr>
        <w:pStyle w:val="Szvegtrzs21"/>
        <w:shd w:val="clear" w:color="auto" w:fill="auto"/>
        <w:tabs>
          <w:tab w:val="left" w:leader="dot" w:pos="602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9.5.</w:t>
      </w:r>
    </w:p>
    <w:p w:rsidR="00473F71" w:rsidRDefault="00473F71">
      <w:pPr>
        <w:pStyle w:val="Szvegtrzs21"/>
        <w:shd w:val="clear" w:color="auto" w:fill="auto"/>
        <w:tabs>
          <w:tab w:val="left" w:leader="dot" w:pos="602"/>
        </w:tabs>
        <w:spacing w:before="0"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3F71" w:rsidRDefault="00473F71">
      <w:pPr>
        <w:pStyle w:val="Tblzatfelirata0"/>
        <w:shd w:val="clear" w:color="auto" w:fill="auto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10. Locul desfăşurării programului sportiv (localitate): </w:t>
      </w:r>
    </w:p>
    <w:p w:rsidR="00473F71" w:rsidRDefault="00473F71">
      <w:pPr>
        <w:pStyle w:val="Szvegtrzs40"/>
        <w:shd w:val="clear" w:color="auto" w:fill="auto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>
        <w:rPr>
          <w:rStyle w:val="Szvegtrzs4ArialNarrow"/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>
        <w:rPr>
          <w:rStyle w:val="Szvegtrzs4ArialNarrow"/>
          <w:rFonts w:ascii="Times New Roman" w:hAnsi="Times New Roman"/>
          <w:sz w:val="24"/>
          <w:szCs w:val="24"/>
        </w:rPr>
        <w:t>.</w:t>
      </w:r>
    </w:p>
    <w:p w:rsidR="00473F71" w:rsidRDefault="00473F71">
      <w:pPr>
        <w:pStyle w:val="Szvegtrzs50"/>
        <w:shd w:val="clear" w:color="auto" w:fill="auto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>
        <w:rPr>
          <w:rStyle w:val="Szvegtrzs5ArialNarrow"/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</w:t>
      </w:r>
      <w:r>
        <w:rPr>
          <w:rStyle w:val="Szvegtrzs5ArialNarrow"/>
          <w:rFonts w:ascii="Times New Roman" w:hAnsi="Times New Roman"/>
          <w:sz w:val="24"/>
          <w:szCs w:val="24"/>
        </w:rPr>
        <w:t>.</w:t>
      </w:r>
    </w:p>
    <w:p w:rsidR="00473F71" w:rsidRDefault="00473F71">
      <w:pPr>
        <w:pStyle w:val="Szvegtrzs21"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10.3.</w:t>
      </w:r>
    </w:p>
    <w:p w:rsidR="00473F71" w:rsidRDefault="00473F71">
      <w:pPr>
        <w:pStyle w:val="Szvegtrzs21"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10.4.</w:t>
      </w:r>
    </w:p>
    <w:p w:rsidR="00473F71" w:rsidRDefault="00473F71">
      <w:pPr>
        <w:pStyle w:val="Szvegtrzs21"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10.5....</w:t>
      </w:r>
    </w:p>
    <w:p w:rsidR="00473F71" w:rsidRDefault="00473F71">
      <w:pPr>
        <w:pStyle w:val="Szvegtrzs21"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73F71" w:rsidRDefault="00473F71">
      <w:pPr>
        <w:pStyle w:val="Tblzatfelirata0"/>
        <w:shd w:val="clear" w:color="auto" w:fill="auto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 Durata programului sportiv: de la</w:t>
      </w:r>
      <w:r>
        <w:rPr>
          <w:rFonts w:ascii="Times New Roman" w:hAnsi="Times New Roman"/>
          <w:b/>
          <w:sz w:val="24"/>
          <w:szCs w:val="24"/>
        </w:rPr>
        <w:tab/>
        <w:t>.........până la</w:t>
      </w:r>
      <w:r>
        <w:rPr>
          <w:rFonts w:ascii="Times New Roman" w:hAnsi="Times New Roman"/>
          <w:b/>
          <w:sz w:val="24"/>
          <w:szCs w:val="24"/>
        </w:rPr>
        <w:tab/>
        <w:t>.........</w:t>
      </w:r>
    </w:p>
    <w:p w:rsidR="00473F71" w:rsidRDefault="00473F71">
      <w:pPr>
        <w:pStyle w:val="Szvegtrzs21"/>
        <w:numPr>
          <w:ilvl w:val="0"/>
          <w:numId w:val="2"/>
        </w:numPr>
        <w:shd w:val="clear" w:color="auto" w:fill="auto"/>
        <w:tabs>
          <w:tab w:val="left" w:pos="450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Perioada de derulare a programului :</w:t>
      </w:r>
    </w:p>
    <w:p w:rsidR="00473F71" w:rsidRPr="00100F76" w:rsidRDefault="00473F71">
      <w:pPr>
        <w:pStyle w:val="Szvegtrzs60"/>
        <w:shd w:val="clear" w:color="auto" w:fill="auto"/>
        <w:spacing w:line="240" w:lineRule="auto"/>
        <w:rPr>
          <w:rFonts w:ascii="Times New Roman" w:hAnsi="Times New Roman"/>
          <w:sz w:val="24"/>
          <w:szCs w:val="24"/>
          <w:lang w:val="ro-RO"/>
        </w:rPr>
      </w:pPr>
      <w:r w:rsidRPr="00100F76">
        <w:rPr>
          <w:rFonts w:ascii="Times New Roman" w:hAnsi="Times New Roman"/>
          <w:sz w:val="24"/>
          <w:szCs w:val="24"/>
          <w:lang w:val="ro-RO"/>
        </w:rPr>
        <w:t>11</w:t>
      </w:r>
      <w:r>
        <w:rPr>
          <w:rStyle w:val="Szvegtrzs6ArialNarrow"/>
          <w:rFonts w:ascii="Times New Roman" w:hAnsi="Times New Roman"/>
          <w:sz w:val="24"/>
          <w:szCs w:val="24"/>
        </w:rPr>
        <w:t>.</w:t>
      </w:r>
      <w:r w:rsidRPr="00100F76">
        <w:rPr>
          <w:rFonts w:ascii="Times New Roman" w:hAnsi="Times New Roman"/>
          <w:sz w:val="24"/>
          <w:szCs w:val="24"/>
          <w:lang w:val="ro-RO"/>
        </w:rPr>
        <w:t>1</w:t>
      </w:r>
      <w:r>
        <w:rPr>
          <w:rStyle w:val="Szvegtrzs6ArialNarrow"/>
          <w:rFonts w:ascii="Times New Roman" w:hAnsi="Times New Roman"/>
          <w:sz w:val="24"/>
          <w:szCs w:val="24"/>
        </w:rPr>
        <w:t>.</w:t>
      </w:r>
    </w:p>
    <w:p w:rsidR="00473F71" w:rsidRPr="00100F76" w:rsidRDefault="00473F71">
      <w:pPr>
        <w:pStyle w:val="Szvegtrzs70"/>
        <w:shd w:val="clear" w:color="auto" w:fill="auto"/>
        <w:spacing w:line="240" w:lineRule="auto"/>
        <w:rPr>
          <w:rFonts w:ascii="Times New Roman" w:hAnsi="Times New Roman"/>
          <w:sz w:val="24"/>
          <w:szCs w:val="24"/>
          <w:lang w:val="ro-RO"/>
        </w:rPr>
      </w:pPr>
      <w:r w:rsidRPr="00100F76">
        <w:rPr>
          <w:rFonts w:ascii="Times New Roman" w:hAnsi="Times New Roman"/>
          <w:sz w:val="24"/>
          <w:szCs w:val="24"/>
          <w:lang w:val="ro-RO"/>
        </w:rPr>
        <w:t>11</w:t>
      </w:r>
      <w:r>
        <w:rPr>
          <w:rStyle w:val="Szvegtrzs7ArialNarrow"/>
          <w:rFonts w:ascii="Times New Roman" w:hAnsi="Times New Roman"/>
          <w:sz w:val="24"/>
          <w:szCs w:val="24"/>
        </w:rPr>
        <w:t>.</w:t>
      </w:r>
      <w:r w:rsidRPr="00100F76">
        <w:rPr>
          <w:rFonts w:ascii="Times New Roman" w:hAnsi="Times New Roman"/>
          <w:sz w:val="24"/>
          <w:szCs w:val="24"/>
          <w:lang w:val="ro-RO"/>
        </w:rPr>
        <w:t>2</w:t>
      </w:r>
      <w:r>
        <w:rPr>
          <w:rStyle w:val="Szvegtrzs7ArialNarrow"/>
          <w:rFonts w:ascii="Times New Roman" w:hAnsi="Times New Roman"/>
          <w:sz w:val="24"/>
          <w:szCs w:val="24"/>
        </w:rPr>
        <w:t>.</w:t>
      </w:r>
    </w:p>
    <w:p w:rsidR="00473F71" w:rsidRDefault="00473F71">
      <w:pPr>
        <w:pStyle w:val="Szvegtrzs21"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11.3.</w:t>
      </w:r>
    </w:p>
    <w:p w:rsidR="00473F71" w:rsidRDefault="00473F71">
      <w:pPr>
        <w:pStyle w:val="Szvegtrzs21"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11.4.</w:t>
      </w:r>
    </w:p>
    <w:p w:rsidR="00473F71" w:rsidRDefault="00473F71">
      <w:pPr>
        <w:pStyle w:val="Szvegtrzs21"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11.5...</w:t>
      </w:r>
    </w:p>
    <w:p w:rsidR="00473F71" w:rsidRDefault="00473F71">
      <w:pPr>
        <w:pStyle w:val="Szvegtrzs21"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73F71" w:rsidRPr="00100F76" w:rsidRDefault="00473F71">
      <w:pPr>
        <w:pStyle w:val="Tblzatfelirata0"/>
        <w:shd w:val="clear" w:color="auto" w:fill="auto"/>
        <w:spacing w:line="240" w:lineRule="auto"/>
        <w:rPr>
          <w:rFonts w:ascii="Times New Roman" w:hAnsi="Times New Roman"/>
          <w:b/>
          <w:sz w:val="24"/>
          <w:szCs w:val="24"/>
          <w:lang w:val="ro-RO"/>
        </w:rPr>
      </w:pPr>
      <w:r w:rsidRPr="00100F76">
        <w:rPr>
          <w:rFonts w:ascii="Times New Roman" w:hAnsi="Times New Roman"/>
          <w:b/>
          <w:sz w:val="24"/>
          <w:szCs w:val="24"/>
          <w:lang w:val="ro-RO"/>
        </w:rPr>
        <w:t>12. Participanţi (numărul şi structura):</w:t>
      </w:r>
    </w:p>
    <w:p w:rsidR="00473F71" w:rsidRPr="00100F76" w:rsidRDefault="00473F71">
      <w:pPr>
        <w:pStyle w:val="Szvegtrzs80"/>
        <w:shd w:val="clear" w:color="auto" w:fill="auto"/>
        <w:tabs>
          <w:tab w:val="left" w:pos="331"/>
        </w:tabs>
        <w:spacing w:line="240" w:lineRule="auto"/>
        <w:rPr>
          <w:rFonts w:ascii="Times New Roman" w:hAnsi="Times New Roman"/>
          <w:sz w:val="24"/>
          <w:szCs w:val="24"/>
          <w:lang w:val="ro-RO"/>
        </w:rPr>
      </w:pPr>
      <w:r w:rsidRPr="00100F76">
        <w:rPr>
          <w:rFonts w:ascii="Times New Roman" w:hAnsi="Times New Roman"/>
          <w:sz w:val="24"/>
          <w:szCs w:val="24"/>
          <w:lang w:val="ro-RO"/>
        </w:rPr>
        <w:t>12</w:t>
      </w:r>
      <w:r>
        <w:rPr>
          <w:rStyle w:val="Szvegtrzs8ArialNarrow"/>
          <w:rFonts w:ascii="Times New Roman" w:hAnsi="Times New Roman"/>
          <w:sz w:val="24"/>
          <w:szCs w:val="24"/>
        </w:rPr>
        <w:t>.</w:t>
      </w:r>
      <w:r w:rsidRPr="00100F76">
        <w:rPr>
          <w:rFonts w:ascii="Times New Roman" w:hAnsi="Times New Roman"/>
          <w:sz w:val="24"/>
          <w:szCs w:val="24"/>
          <w:lang w:val="ro-RO"/>
        </w:rPr>
        <w:t>1</w:t>
      </w:r>
      <w:r>
        <w:rPr>
          <w:rStyle w:val="Szvegtrzs8ArialNarrow"/>
          <w:rFonts w:ascii="Times New Roman" w:hAnsi="Times New Roman"/>
          <w:sz w:val="24"/>
          <w:szCs w:val="24"/>
        </w:rPr>
        <w:t>.</w:t>
      </w:r>
    </w:p>
    <w:p w:rsidR="00473F71" w:rsidRPr="00100F76" w:rsidRDefault="00473F71">
      <w:pPr>
        <w:pStyle w:val="Szvegtrzs90"/>
        <w:shd w:val="clear" w:color="auto" w:fill="auto"/>
        <w:spacing w:line="240" w:lineRule="auto"/>
        <w:rPr>
          <w:rFonts w:ascii="Times New Roman" w:hAnsi="Times New Roman"/>
          <w:b/>
          <w:sz w:val="24"/>
          <w:szCs w:val="24"/>
          <w:lang w:val="ro-RO"/>
        </w:rPr>
      </w:pPr>
      <w:r w:rsidRPr="00100F76">
        <w:rPr>
          <w:rFonts w:ascii="Times New Roman" w:hAnsi="Times New Roman"/>
          <w:sz w:val="24"/>
          <w:szCs w:val="24"/>
          <w:lang w:val="ro-RO"/>
        </w:rPr>
        <w:t>12.2</w:t>
      </w:r>
    </w:p>
    <w:p w:rsidR="00473F71" w:rsidRDefault="00473F71">
      <w:pPr>
        <w:pStyle w:val="Szvegtrzs21"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12.3.</w:t>
      </w:r>
    </w:p>
    <w:p w:rsidR="00473F71" w:rsidRDefault="00473F71">
      <w:pPr>
        <w:pStyle w:val="Szvegtrzs21"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12.4.</w:t>
      </w:r>
    </w:p>
    <w:p w:rsidR="00473F71" w:rsidRDefault="00473F71">
      <w:pPr>
        <w:pStyle w:val="Szvegtrzs21"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12.5.</w:t>
      </w:r>
    </w:p>
    <w:p w:rsidR="00473F71" w:rsidRDefault="00473F71">
      <w:pPr>
        <w:pStyle w:val="Szvegtrzs21"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73F71" w:rsidRPr="00100F76" w:rsidRDefault="00473F71">
      <w:pPr>
        <w:pStyle w:val="Tblzatfelirata0"/>
        <w:shd w:val="clear" w:color="auto" w:fill="auto"/>
        <w:spacing w:line="240" w:lineRule="auto"/>
        <w:rPr>
          <w:rFonts w:ascii="Times New Roman" w:hAnsi="Times New Roman"/>
          <w:b/>
          <w:sz w:val="24"/>
          <w:szCs w:val="24"/>
          <w:lang w:val="ro-RO"/>
        </w:rPr>
      </w:pPr>
      <w:r w:rsidRPr="00100F76">
        <w:rPr>
          <w:rFonts w:ascii="Times New Roman" w:hAnsi="Times New Roman"/>
          <w:b/>
          <w:sz w:val="24"/>
          <w:szCs w:val="24"/>
          <w:lang w:val="ro-RO"/>
        </w:rPr>
        <w:t>13. Justificarea caracterului de anvergură și importanță pentru finanțator a programului:</w:t>
      </w:r>
    </w:p>
    <w:p w:rsidR="00473F71" w:rsidRPr="00100F76" w:rsidRDefault="00473F71">
      <w:pPr>
        <w:pStyle w:val="Tblzatfelirata0"/>
        <w:shd w:val="clear" w:color="auto" w:fill="auto"/>
        <w:spacing w:line="240" w:lineRule="auto"/>
        <w:rPr>
          <w:rFonts w:ascii="Times New Roman" w:hAnsi="Times New Roman"/>
          <w:b/>
          <w:sz w:val="24"/>
          <w:szCs w:val="24"/>
          <w:lang w:val="ro-RO"/>
        </w:rPr>
      </w:pPr>
    </w:p>
    <w:p w:rsidR="00473F71" w:rsidRDefault="00473F71">
      <w:pPr>
        <w:pStyle w:val="Szvegtrzs21"/>
        <w:shd w:val="clear" w:color="auto" w:fill="auto"/>
        <w:tabs>
          <w:tab w:val="left" w:leader="dot" w:pos="5189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13.1.Obiective propuse pentru anul competitional</w:t>
      </w:r>
    </w:p>
    <w:p w:rsidR="00473F71" w:rsidRDefault="00473F71">
      <w:pPr>
        <w:pStyle w:val="Szvegtrzs21"/>
        <w:shd w:val="clear" w:color="auto" w:fill="auto"/>
        <w:tabs>
          <w:tab w:val="left" w:pos="632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73F71" w:rsidRDefault="00473F71">
      <w:pPr>
        <w:pStyle w:val="Szvegtrzs21"/>
        <w:shd w:val="clear" w:color="auto" w:fill="auto"/>
        <w:tabs>
          <w:tab w:val="left" w:pos="632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73F71" w:rsidRPr="00100F76" w:rsidRDefault="00473F71">
      <w:pPr>
        <w:pStyle w:val="Tblzatfelirata0"/>
        <w:shd w:val="clear" w:color="auto" w:fill="auto"/>
        <w:spacing w:line="240" w:lineRule="auto"/>
        <w:rPr>
          <w:rFonts w:ascii="Times New Roman" w:hAnsi="Times New Roman"/>
          <w:b/>
          <w:sz w:val="24"/>
          <w:szCs w:val="24"/>
          <w:lang w:val="ro-RO"/>
        </w:rPr>
      </w:pPr>
      <w:r w:rsidRPr="00100F76">
        <w:rPr>
          <w:rFonts w:ascii="Times New Roman" w:hAnsi="Times New Roman"/>
          <w:b/>
          <w:sz w:val="24"/>
          <w:szCs w:val="24"/>
          <w:lang w:val="ro-RO"/>
        </w:rPr>
        <w:t>14. Rezultatele scontate: impactul programului, mijloace de monitorizare şi evaluare a rezultatelor:</w:t>
      </w:r>
    </w:p>
    <w:p w:rsidR="00473F71" w:rsidRDefault="00473F71">
      <w:pPr>
        <w:pStyle w:val="Szvegtrzs21"/>
        <w:shd w:val="clear" w:color="auto" w:fill="auto"/>
        <w:tabs>
          <w:tab w:val="left" w:pos="450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73F71" w:rsidRPr="00100F76" w:rsidRDefault="00473F71">
      <w:pPr>
        <w:pStyle w:val="Tblzatfelirata0"/>
        <w:shd w:val="clear" w:color="auto" w:fill="auto"/>
        <w:spacing w:line="240" w:lineRule="auto"/>
        <w:rPr>
          <w:rFonts w:ascii="Times New Roman" w:hAnsi="Times New Roman"/>
          <w:sz w:val="24"/>
          <w:szCs w:val="24"/>
          <w:lang w:val="it-IT"/>
        </w:rPr>
      </w:pPr>
      <w:r w:rsidRPr="00100F76">
        <w:rPr>
          <w:rFonts w:ascii="Times New Roman" w:hAnsi="Times New Roman"/>
          <w:b/>
          <w:sz w:val="24"/>
          <w:szCs w:val="24"/>
          <w:lang w:val="it-IT"/>
        </w:rPr>
        <w:t>15. Echipa</w:t>
      </w:r>
      <w:r w:rsidRPr="00100F76"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100F76">
        <w:rPr>
          <w:rFonts w:ascii="Times New Roman" w:hAnsi="Times New Roman"/>
          <w:b/>
          <w:sz w:val="24"/>
          <w:szCs w:val="24"/>
          <w:lang w:val="it-IT"/>
        </w:rPr>
        <w:t>responsabilă de derularea programului (numele şi prenumele, funcţia în cadrul structurii sportive, telefon):</w:t>
      </w:r>
    </w:p>
    <w:p w:rsidR="00473F71" w:rsidRDefault="00473F71">
      <w:pPr>
        <w:pStyle w:val="Szvegtrzs21"/>
        <w:shd w:val="clear" w:color="auto" w:fill="auto"/>
        <w:tabs>
          <w:tab w:val="left" w:pos="627"/>
          <w:tab w:val="left" w:leader="dot" w:pos="7849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15.1. Coordonator: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73F71" w:rsidRDefault="00473F71">
      <w:pPr>
        <w:pStyle w:val="Szvegtrzs21"/>
        <w:shd w:val="clear" w:color="auto" w:fill="auto"/>
        <w:tabs>
          <w:tab w:val="left" w:pos="627"/>
          <w:tab w:val="left" w:leader="dot" w:pos="7849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15.2. Responsabil financiar: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73F71" w:rsidRDefault="00473F71">
      <w:pPr>
        <w:pStyle w:val="Szvegtrzs21"/>
        <w:shd w:val="clear" w:color="auto" w:fill="auto"/>
        <w:tabs>
          <w:tab w:val="left" w:pos="632"/>
          <w:tab w:val="left" w:leader="dot" w:pos="7849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15.3. Responsabil cu probleme tehnice: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73F71" w:rsidRDefault="00473F71">
      <w:pPr>
        <w:pStyle w:val="Szvegtrzs21"/>
        <w:shd w:val="clear" w:color="auto" w:fill="auto"/>
        <w:tabs>
          <w:tab w:val="left" w:pos="632"/>
          <w:tab w:val="left" w:leader="dot" w:pos="7849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15.4. Alţi membri, după caz: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73F71" w:rsidRDefault="00473F71">
      <w:pPr>
        <w:pStyle w:val="Szvegtrzs21"/>
        <w:shd w:val="clear" w:color="auto" w:fill="auto"/>
        <w:tabs>
          <w:tab w:val="left" w:pos="632"/>
          <w:tab w:val="left" w:leader="dot" w:pos="7849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73F71" w:rsidRPr="00100F76" w:rsidRDefault="00473F71">
      <w:pPr>
        <w:pStyle w:val="Tblzatfelirata0"/>
        <w:shd w:val="clear" w:color="auto" w:fill="auto"/>
        <w:spacing w:line="240" w:lineRule="auto"/>
        <w:rPr>
          <w:rFonts w:ascii="Times New Roman" w:hAnsi="Times New Roman"/>
          <w:b/>
          <w:sz w:val="24"/>
          <w:szCs w:val="24"/>
          <w:lang w:val="it-IT"/>
        </w:rPr>
      </w:pPr>
      <w:r w:rsidRPr="00100F76">
        <w:rPr>
          <w:rFonts w:ascii="Times New Roman" w:hAnsi="Times New Roman"/>
          <w:b/>
          <w:sz w:val="24"/>
          <w:szCs w:val="24"/>
          <w:lang w:val="it-IT"/>
        </w:rPr>
        <w:t>16. Partenerul (-ii) programului (dacă este cazul):</w:t>
      </w:r>
    </w:p>
    <w:p w:rsidR="00473F71" w:rsidRDefault="00473F71">
      <w:pPr>
        <w:pStyle w:val="Szvegtrzs21"/>
        <w:numPr>
          <w:ilvl w:val="0"/>
          <w:numId w:val="3"/>
        </w:numPr>
        <w:shd w:val="clear" w:color="auto" w:fill="auto"/>
        <w:tabs>
          <w:tab w:val="left" w:pos="2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coordonate (adresa, tel/fax, e-mail, web site);</w:t>
      </w:r>
    </w:p>
    <w:p w:rsidR="00473F71" w:rsidRDefault="00473F71">
      <w:pPr>
        <w:pStyle w:val="Szvegtrzs21"/>
        <w:numPr>
          <w:ilvl w:val="0"/>
          <w:numId w:val="3"/>
        </w:numPr>
        <w:shd w:val="clear" w:color="auto" w:fill="auto"/>
        <w:tabs>
          <w:tab w:val="left" w:pos="2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scurtă descriere a activităţilor derulate în proiect (max 10 rânduri).</w:t>
      </w:r>
    </w:p>
    <w:p w:rsidR="00473F71" w:rsidRDefault="00473F71">
      <w:pPr>
        <w:rPr>
          <w:rFonts w:ascii="Times New Roman" w:hAnsi="Times New Roman" w:cs="Times New Roman"/>
          <w:color w:val="00000A"/>
        </w:rPr>
      </w:pPr>
    </w:p>
    <w:p w:rsidR="00473F71" w:rsidRDefault="00473F71">
      <w:pPr>
        <w:rPr>
          <w:rFonts w:ascii="Times New Roman" w:hAnsi="Times New Roman" w:cs="Times New Roman"/>
          <w:color w:val="00000A"/>
        </w:rPr>
      </w:pPr>
    </w:p>
    <w:p w:rsidR="00473F71" w:rsidRDefault="00473F71">
      <w:pPr>
        <w:rPr>
          <w:rFonts w:ascii="Times New Roman" w:hAnsi="Times New Roman" w:cs="Times New Roman"/>
          <w:color w:val="00000A"/>
        </w:rPr>
      </w:pPr>
    </w:p>
    <w:p w:rsidR="00473F71" w:rsidRDefault="00473F71">
      <w:pPr>
        <w:rPr>
          <w:rFonts w:ascii="Times New Roman" w:hAnsi="Times New Roman" w:cs="Times New Roman"/>
          <w:color w:val="00000A"/>
        </w:rPr>
      </w:pPr>
    </w:p>
    <w:p w:rsidR="00473F71" w:rsidRPr="00100F76" w:rsidRDefault="00473F71">
      <w:pPr>
        <w:pStyle w:val="Tblzatfelirata0"/>
        <w:shd w:val="clear" w:color="auto" w:fill="auto"/>
        <w:spacing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00F76">
        <w:rPr>
          <w:rFonts w:ascii="Times New Roman" w:hAnsi="Times New Roman"/>
          <w:b/>
          <w:sz w:val="24"/>
          <w:szCs w:val="24"/>
          <w:lang w:val="it-IT"/>
        </w:rPr>
        <w:t>17. Resurse</w:t>
      </w:r>
      <w:r w:rsidRPr="00100F76"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100F76">
        <w:rPr>
          <w:rFonts w:ascii="Times New Roman" w:hAnsi="Times New Roman"/>
          <w:b/>
          <w:sz w:val="24"/>
          <w:szCs w:val="24"/>
          <w:lang w:val="it-IT"/>
        </w:rPr>
        <w:t>umane şi financiare ale structurii sportive, angrenate în realizarea acţiunilor/activităţilor din cadrul proiectului</w:t>
      </w:r>
    </w:p>
    <w:p w:rsidR="00473F71" w:rsidRDefault="00473F71">
      <w:pPr>
        <w:pStyle w:val="Szvegtrzs21"/>
        <w:numPr>
          <w:ilvl w:val="1"/>
          <w:numId w:val="4"/>
        </w:numPr>
        <w:shd w:val="clear" w:color="auto" w:fill="auto"/>
        <w:tabs>
          <w:tab w:val="left" w:pos="330"/>
        </w:tabs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Resurse umane</w:t>
      </w:r>
    </w:p>
    <w:p w:rsidR="00473F71" w:rsidRDefault="00473F71">
      <w:pPr>
        <w:pStyle w:val="Szvegtrzs21"/>
        <w:numPr>
          <w:ilvl w:val="2"/>
          <w:numId w:val="4"/>
        </w:numPr>
        <w:shd w:val="clear" w:color="auto" w:fill="auto"/>
        <w:tabs>
          <w:tab w:val="left" w:pos="512"/>
        </w:tabs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Număr</w:t>
      </w:r>
      <w:r>
        <w:rPr>
          <w:rFonts w:ascii="Times New Roman" w:hAnsi="Times New Roman" w:cs="Times New Roman"/>
          <w:sz w:val="24"/>
          <w:szCs w:val="24"/>
          <w:lang w:val="hu-HU"/>
        </w:rPr>
        <w:t>ul</w:t>
      </w:r>
      <w:r>
        <w:rPr>
          <w:rFonts w:ascii="Times New Roman" w:hAnsi="Times New Roman" w:cs="Times New Roman"/>
          <w:sz w:val="24"/>
          <w:szCs w:val="24"/>
        </w:rPr>
        <w:t xml:space="preserve"> perso</w:t>
      </w:r>
      <w:r>
        <w:rPr>
          <w:rFonts w:ascii="Times New Roman" w:hAnsi="Times New Roman" w:cs="Times New Roman"/>
          <w:sz w:val="24"/>
          <w:szCs w:val="24"/>
          <w:lang w:val="hu-HU"/>
        </w:rPr>
        <w:t>a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lang w:val="hu-HU"/>
        </w:rPr>
        <w:t>elor remunerate care participă la realizarea programului sportiv</w:t>
      </w:r>
      <w:r>
        <w:rPr>
          <w:rFonts w:ascii="Times New Roman" w:hAnsi="Times New Roman" w:cs="Times New Roman"/>
          <w:sz w:val="24"/>
          <w:szCs w:val="24"/>
        </w:rPr>
        <w:t xml:space="preserve"> - total: ..., din care antrenori</w:t>
      </w:r>
      <w:r>
        <w:rPr>
          <w:rFonts w:ascii="Times New Roman" w:hAnsi="Times New Roman" w:cs="Times New Roman"/>
          <w:sz w:val="24"/>
          <w:szCs w:val="24"/>
          <w:lang w:val="hu-HU"/>
        </w:rPr>
        <w:t>, jucători etc.</w:t>
      </w:r>
      <w:r>
        <w:rPr>
          <w:rFonts w:ascii="Times New Roman" w:hAnsi="Times New Roman" w:cs="Times New Roman"/>
          <w:sz w:val="24"/>
          <w:szCs w:val="24"/>
        </w:rPr>
        <w:t xml:space="preserve"> (pentru cluburile sportive): ...., defalcat pe categorii, după următorul tabel:</w:t>
      </w:r>
    </w:p>
    <w:tbl>
      <w:tblPr>
        <w:tblW w:w="1004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0A0"/>
      </w:tblPr>
      <w:tblGrid>
        <w:gridCol w:w="3347"/>
        <w:gridCol w:w="3345"/>
        <w:gridCol w:w="3351"/>
      </w:tblGrid>
      <w:tr w:rsidR="00473F71">
        <w:tc>
          <w:tcPr>
            <w:tcW w:w="3347" w:type="dxa"/>
            <w:tcMar>
              <w:left w:w="108" w:type="dxa"/>
            </w:tcMar>
          </w:tcPr>
          <w:p w:rsidR="00473F71" w:rsidRPr="00415816" w:rsidRDefault="00473F71">
            <w:pPr>
              <w:pStyle w:val="Szvegtrzs21"/>
              <w:shd w:val="clear" w:color="auto" w:fill="auto"/>
              <w:tabs>
                <w:tab w:val="left" w:pos="512"/>
              </w:tabs>
              <w:spacing w:before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Fonts w:ascii="Times New Roman" w:hAnsi="Times New Roman" w:cs="Times New Roman"/>
                <w:sz w:val="24"/>
                <w:szCs w:val="24"/>
              </w:rPr>
              <w:t>Nr. Crt.</w:t>
            </w:r>
          </w:p>
        </w:tc>
        <w:tc>
          <w:tcPr>
            <w:tcW w:w="3345" w:type="dxa"/>
            <w:tcMar>
              <w:left w:w="108" w:type="dxa"/>
            </w:tcMar>
          </w:tcPr>
          <w:p w:rsidR="00473F71" w:rsidRPr="00415816" w:rsidRDefault="00473F71">
            <w:pPr>
              <w:pStyle w:val="Szvegtrzs21"/>
              <w:shd w:val="clear" w:color="auto" w:fill="auto"/>
              <w:tabs>
                <w:tab w:val="left" w:pos="512"/>
              </w:tabs>
              <w:spacing w:before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Fonts w:ascii="Times New Roman" w:hAnsi="Times New Roman" w:cs="Times New Roman"/>
                <w:sz w:val="24"/>
                <w:szCs w:val="24"/>
              </w:rPr>
              <w:t>Numele și prenumele</w:t>
            </w:r>
          </w:p>
        </w:tc>
        <w:tc>
          <w:tcPr>
            <w:tcW w:w="3351" w:type="dxa"/>
            <w:tcMar>
              <w:left w:w="108" w:type="dxa"/>
            </w:tcMar>
          </w:tcPr>
          <w:p w:rsidR="00473F71" w:rsidRPr="00415816" w:rsidRDefault="00473F71">
            <w:pPr>
              <w:pStyle w:val="Szvegtrzs21"/>
              <w:shd w:val="clear" w:color="auto" w:fill="auto"/>
              <w:tabs>
                <w:tab w:val="left" w:pos="512"/>
              </w:tabs>
              <w:spacing w:before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Fonts w:ascii="Times New Roman" w:hAnsi="Times New Roman" w:cs="Times New Roman"/>
                <w:sz w:val="24"/>
                <w:szCs w:val="24"/>
              </w:rPr>
              <w:t>Funcția</w:t>
            </w:r>
          </w:p>
        </w:tc>
      </w:tr>
      <w:tr w:rsidR="00473F71">
        <w:tc>
          <w:tcPr>
            <w:tcW w:w="3347" w:type="dxa"/>
            <w:tcMar>
              <w:left w:w="108" w:type="dxa"/>
            </w:tcMar>
          </w:tcPr>
          <w:p w:rsidR="00473F71" w:rsidRPr="00415816" w:rsidRDefault="00473F71">
            <w:pPr>
              <w:pStyle w:val="Szvegtrzs21"/>
              <w:shd w:val="clear" w:color="auto" w:fill="auto"/>
              <w:tabs>
                <w:tab w:val="left" w:pos="512"/>
              </w:tabs>
              <w:spacing w:before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5" w:type="dxa"/>
            <w:tcMar>
              <w:left w:w="108" w:type="dxa"/>
            </w:tcMar>
          </w:tcPr>
          <w:p w:rsidR="00473F71" w:rsidRPr="00415816" w:rsidRDefault="00473F71">
            <w:pPr>
              <w:pStyle w:val="Szvegtrzs21"/>
              <w:shd w:val="clear" w:color="auto" w:fill="auto"/>
              <w:tabs>
                <w:tab w:val="left" w:pos="512"/>
              </w:tabs>
              <w:spacing w:before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tcMar>
              <w:left w:w="108" w:type="dxa"/>
            </w:tcMar>
          </w:tcPr>
          <w:p w:rsidR="00473F71" w:rsidRPr="00415816" w:rsidRDefault="00473F71">
            <w:pPr>
              <w:pStyle w:val="Szvegtrzs21"/>
              <w:shd w:val="clear" w:color="auto" w:fill="auto"/>
              <w:tabs>
                <w:tab w:val="left" w:pos="512"/>
              </w:tabs>
              <w:spacing w:before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F71">
        <w:tc>
          <w:tcPr>
            <w:tcW w:w="3347" w:type="dxa"/>
            <w:tcMar>
              <w:left w:w="108" w:type="dxa"/>
            </w:tcMar>
          </w:tcPr>
          <w:p w:rsidR="00473F71" w:rsidRPr="00415816" w:rsidRDefault="00473F71">
            <w:pPr>
              <w:pStyle w:val="Szvegtrzs21"/>
              <w:shd w:val="clear" w:color="auto" w:fill="auto"/>
              <w:tabs>
                <w:tab w:val="left" w:pos="512"/>
              </w:tabs>
              <w:spacing w:before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5" w:type="dxa"/>
            <w:tcMar>
              <w:left w:w="108" w:type="dxa"/>
            </w:tcMar>
          </w:tcPr>
          <w:p w:rsidR="00473F71" w:rsidRPr="00415816" w:rsidRDefault="00473F71">
            <w:pPr>
              <w:pStyle w:val="Szvegtrzs21"/>
              <w:shd w:val="clear" w:color="auto" w:fill="auto"/>
              <w:tabs>
                <w:tab w:val="left" w:pos="512"/>
              </w:tabs>
              <w:spacing w:before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tcMar>
              <w:left w:w="108" w:type="dxa"/>
            </w:tcMar>
          </w:tcPr>
          <w:p w:rsidR="00473F71" w:rsidRPr="00415816" w:rsidRDefault="00473F71">
            <w:pPr>
              <w:pStyle w:val="Szvegtrzs21"/>
              <w:shd w:val="clear" w:color="auto" w:fill="auto"/>
              <w:tabs>
                <w:tab w:val="left" w:pos="512"/>
              </w:tabs>
              <w:spacing w:before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F71">
        <w:tc>
          <w:tcPr>
            <w:tcW w:w="3347" w:type="dxa"/>
            <w:tcMar>
              <w:left w:w="108" w:type="dxa"/>
            </w:tcMar>
          </w:tcPr>
          <w:p w:rsidR="00473F71" w:rsidRPr="00415816" w:rsidRDefault="00473F71">
            <w:pPr>
              <w:pStyle w:val="Szvegtrzs21"/>
              <w:shd w:val="clear" w:color="auto" w:fill="auto"/>
              <w:tabs>
                <w:tab w:val="left" w:pos="512"/>
              </w:tabs>
              <w:spacing w:before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3345" w:type="dxa"/>
            <w:tcMar>
              <w:left w:w="108" w:type="dxa"/>
            </w:tcMar>
          </w:tcPr>
          <w:p w:rsidR="00473F71" w:rsidRPr="00415816" w:rsidRDefault="00473F71">
            <w:pPr>
              <w:pStyle w:val="Szvegtrzs21"/>
              <w:shd w:val="clear" w:color="auto" w:fill="auto"/>
              <w:tabs>
                <w:tab w:val="left" w:pos="512"/>
              </w:tabs>
              <w:spacing w:before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tcMar>
              <w:left w:w="108" w:type="dxa"/>
            </w:tcMar>
          </w:tcPr>
          <w:p w:rsidR="00473F71" w:rsidRPr="00415816" w:rsidRDefault="00473F71">
            <w:pPr>
              <w:pStyle w:val="Szvegtrzs21"/>
              <w:shd w:val="clear" w:color="auto" w:fill="auto"/>
              <w:tabs>
                <w:tab w:val="left" w:pos="512"/>
              </w:tabs>
              <w:spacing w:before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F71">
        <w:tc>
          <w:tcPr>
            <w:tcW w:w="3347" w:type="dxa"/>
            <w:tcMar>
              <w:left w:w="108" w:type="dxa"/>
            </w:tcMar>
          </w:tcPr>
          <w:p w:rsidR="00473F71" w:rsidRPr="00415816" w:rsidRDefault="00473F71">
            <w:pPr>
              <w:pStyle w:val="Szvegtrzs21"/>
              <w:shd w:val="clear" w:color="auto" w:fill="auto"/>
              <w:tabs>
                <w:tab w:val="left" w:pos="512"/>
              </w:tabs>
              <w:spacing w:before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Fonts w:ascii="Times New Roman" w:hAnsi="Times New Roman" w:cs="Times New Roman"/>
                <w:sz w:val="24"/>
                <w:szCs w:val="24"/>
              </w:rPr>
              <w:t>.....</w:t>
            </w:r>
          </w:p>
        </w:tc>
        <w:tc>
          <w:tcPr>
            <w:tcW w:w="3345" w:type="dxa"/>
            <w:tcMar>
              <w:left w:w="108" w:type="dxa"/>
            </w:tcMar>
          </w:tcPr>
          <w:p w:rsidR="00473F71" w:rsidRPr="00415816" w:rsidRDefault="00473F71">
            <w:pPr>
              <w:pStyle w:val="Szvegtrzs21"/>
              <w:shd w:val="clear" w:color="auto" w:fill="auto"/>
              <w:tabs>
                <w:tab w:val="left" w:pos="512"/>
              </w:tabs>
              <w:spacing w:before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tcMar>
              <w:left w:w="108" w:type="dxa"/>
            </w:tcMar>
          </w:tcPr>
          <w:p w:rsidR="00473F71" w:rsidRPr="00415816" w:rsidRDefault="00473F71">
            <w:pPr>
              <w:pStyle w:val="Szvegtrzs21"/>
              <w:shd w:val="clear" w:color="auto" w:fill="auto"/>
              <w:tabs>
                <w:tab w:val="left" w:pos="512"/>
              </w:tabs>
              <w:spacing w:before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3F71" w:rsidRDefault="00473F71">
      <w:pPr>
        <w:pStyle w:val="Szvegtrzs21"/>
        <w:shd w:val="clear" w:color="auto" w:fill="auto"/>
        <w:tabs>
          <w:tab w:val="left" w:pos="512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73F71" w:rsidRDefault="00473F71">
      <w:pPr>
        <w:pStyle w:val="Szvegtrzs21"/>
        <w:numPr>
          <w:ilvl w:val="2"/>
          <w:numId w:val="4"/>
        </w:numPr>
        <w:shd w:val="clear" w:color="auto" w:fill="auto"/>
        <w:tabs>
          <w:tab w:val="left" w:pos="512"/>
        </w:tabs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Număr de secţii pe ramură de sport (pentru cluburile sportive): ....</w:t>
      </w:r>
    </w:p>
    <w:p w:rsidR="00473F71" w:rsidRDefault="00473F71">
      <w:pPr>
        <w:pStyle w:val="Szvegtrzs21"/>
        <w:numPr>
          <w:ilvl w:val="2"/>
          <w:numId w:val="4"/>
        </w:numPr>
        <w:shd w:val="clear" w:color="auto" w:fill="auto"/>
        <w:tabs>
          <w:tab w:val="left" w:pos="512"/>
          <w:tab w:val="left" w:leader="dot" w:pos="4440"/>
        </w:tabs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Număr de sportivi legitimaţi pe secţii: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73F71" w:rsidRDefault="00473F71">
      <w:pPr>
        <w:pStyle w:val="Szvegtrzs21"/>
        <w:numPr>
          <w:ilvl w:val="2"/>
          <w:numId w:val="4"/>
        </w:numPr>
        <w:shd w:val="clear" w:color="auto" w:fill="auto"/>
        <w:tabs>
          <w:tab w:val="left" w:pos="512"/>
        </w:tabs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Număr de grupe pe categorii de varsta / secţie sportiva...</w:t>
      </w:r>
    </w:p>
    <w:p w:rsidR="00473F71" w:rsidRDefault="00473F71">
      <w:pPr>
        <w:pStyle w:val="Szvegtrzs21"/>
        <w:numPr>
          <w:ilvl w:val="2"/>
          <w:numId w:val="4"/>
        </w:numPr>
        <w:shd w:val="clear" w:color="auto" w:fill="auto"/>
        <w:tabs>
          <w:tab w:val="left" w:pos="512"/>
          <w:tab w:val="left" w:leader="dot" w:pos="8112"/>
        </w:tabs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Număr de cluburi sportive afiliate la asociaţia pe ramură de sport judeţeană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73F71" w:rsidRDefault="00473F71">
      <w:pPr>
        <w:pStyle w:val="Szvegtrzs21"/>
        <w:numPr>
          <w:ilvl w:val="2"/>
          <w:numId w:val="4"/>
        </w:numPr>
        <w:shd w:val="clear" w:color="auto" w:fill="auto"/>
        <w:tabs>
          <w:tab w:val="left" w:pos="565"/>
        </w:tabs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Număr de asociaţii fără personalitate juridică afiliate la asociaţia pe ramură de sport judeţeană/a municipiului Bucureşti: ....</w:t>
      </w:r>
    </w:p>
    <w:p w:rsidR="00473F71" w:rsidRDefault="00473F71">
      <w:pPr>
        <w:pStyle w:val="Szvegtrzs21"/>
        <w:shd w:val="clear" w:color="auto" w:fill="auto"/>
        <w:tabs>
          <w:tab w:val="left" w:pos="565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1.7. 1.7. Numărul jucătorilor legitimați în cadrul structurii sportive.</w:t>
      </w:r>
    </w:p>
    <w:p w:rsidR="00473F71" w:rsidRDefault="00473F71">
      <w:pPr>
        <w:pStyle w:val="Szvegtrzs21"/>
        <w:shd w:val="clear" w:color="auto" w:fill="auto"/>
        <w:tabs>
          <w:tab w:val="left" w:pos="565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73F71" w:rsidRDefault="00473F71">
      <w:pPr>
        <w:pStyle w:val="Szvegtrzs21"/>
        <w:numPr>
          <w:ilvl w:val="1"/>
          <w:numId w:val="4"/>
        </w:numPr>
        <w:shd w:val="clear" w:color="auto" w:fill="auto"/>
        <w:tabs>
          <w:tab w:val="left" w:pos="358"/>
        </w:tabs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Resurse financiare</w:t>
      </w:r>
    </w:p>
    <w:p w:rsidR="00473F71" w:rsidRDefault="00473F71">
      <w:pPr>
        <w:pStyle w:val="Szvegtrzs21"/>
        <w:numPr>
          <w:ilvl w:val="2"/>
          <w:numId w:val="4"/>
        </w:numPr>
        <w:shd w:val="clear" w:color="auto" w:fill="auto"/>
        <w:tabs>
          <w:tab w:val="left" w:pos="541"/>
        </w:tabs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Venituri proprii realizate </w:t>
      </w:r>
    </w:p>
    <w:p w:rsidR="00473F71" w:rsidRDefault="00473F71">
      <w:pPr>
        <w:pStyle w:val="Szvegtrzs21"/>
        <w:shd w:val="clear" w:color="auto" w:fill="auto"/>
        <w:tabs>
          <w:tab w:val="left" w:pos="541"/>
        </w:tabs>
        <w:spacing w:before="0" w:line="240" w:lineRule="auto"/>
        <w:ind w:left="541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>în anul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precedent</w:t>
      </w:r>
    </w:p>
    <w:p w:rsidR="00473F71" w:rsidRDefault="00473F71">
      <w:pPr>
        <w:pStyle w:val="Szvegtrzs21"/>
        <w:shd w:val="clear" w:color="auto" w:fill="auto"/>
        <w:tabs>
          <w:tab w:val="left" w:pos="541"/>
        </w:tabs>
        <w:spacing w:before="0" w:line="240" w:lineRule="auto"/>
        <w:ind w:left="541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anul competitional precedent</w:t>
      </w:r>
    </w:p>
    <w:p w:rsidR="00473F71" w:rsidRDefault="00473F71">
      <w:pPr>
        <w:pStyle w:val="Szvegtrzs21"/>
        <w:shd w:val="clear" w:color="auto" w:fill="auto"/>
        <w:tabs>
          <w:tab w:val="left" w:pos="541"/>
        </w:tabs>
        <w:spacing w:before="0" w:line="240" w:lineRule="auto"/>
        <w:ind w:left="126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total</w:t>
      </w:r>
      <w:r>
        <w:rPr>
          <w:rFonts w:ascii="Times New Roman" w:hAnsi="Times New Roman" w:cs="Times New Roman"/>
          <w:sz w:val="24"/>
          <w:szCs w:val="24"/>
        </w:rPr>
        <w:t>: ................ lei (RON), din care:</w:t>
      </w:r>
    </w:p>
    <w:p w:rsidR="00473F71" w:rsidRDefault="00473F71">
      <w:pPr>
        <w:pStyle w:val="Szvegtrzs21"/>
        <w:shd w:val="clear" w:color="auto" w:fill="auto"/>
        <w:tabs>
          <w:tab w:val="left" w:leader="dot" w:pos="4198"/>
        </w:tabs>
        <w:spacing w:before="0" w:line="240" w:lineRule="auto"/>
        <w:ind w:left="198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-alocari Consiliul Local al Municipiului Sfântu Gheorghe.............lei(RON)</w:t>
      </w:r>
    </w:p>
    <w:p w:rsidR="00473F71" w:rsidRDefault="00473F71">
      <w:pPr>
        <w:pStyle w:val="Szvegtrzs21"/>
        <w:shd w:val="clear" w:color="auto" w:fill="auto"/>
        <w:tabs>
          <w:tab w:val="left" w:leader="dot" w:pos="3755"/>
        </w:tabs>
        <w:spacing w:before="0" w:line="240" w:lineRule="auto"/>
        <w:ind w:left="198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-alocari Consiliul Judeţean Covasna....................</w:t>
      </w:r>
      <w:r>
        <w:rPr>
          <w:rFonts w:ascii="Times New Roman" w:hAnsi="Times New Roman" w:cs="Times New Roman"/>
          <w:sz w:val="24"/>
          <w:szCs w:val="24"/>
        </w:rPr>
        <w:tab/>
        <w:t>lei(RON)</w:t>
      </w:r>
    </w:p>
    <w:p w:rsidR="00473F71" w:rsidRDefault="00473F71">
      <w:pPr>
        <w:pStyle w:val="Szvegtrzs21"/>
        <w:shd w:val="clear" w:color="auto" w:fill="auto"/>
        <w:tabs>
          <w:tab w:val="left" w:pos="267"/>
          <w:tab w:val="left" w:leader="dot" w:pos="3278"/>
        </w:tabs>
        <w:spacing w:before="0" w:line="240" w:lineRule="auto"/>
        <w:ind w:left="198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-donaţii, sponsorizări:......................</w:t>
      </w:r>
      <w:r>
        <w:rPr>
          <w:rFonts w:ascii="Times New Roman" w:hAnsi="Times New Roman" w:cs="Times New Roman"/>
          <w:sz w:val="24"/>
          <w:szCs w:val="24"/>
        </w:rPr>
        <w:tab/>
        <w:t>lei (RON)</w:t>
      </w:r>
    </w:p>
    <w:p w:rsidR="00473F71" w:rsidRDefault="00473F71">
      <w:pPr>
        <w:pStyle w:val="Szvegtrzs21"/>
        <w:shd w:val="clear" w:color="auto" w:fill="auto"/>
        <w:tabs>
          <w:tab w:val="left" w:pos="268"/>
          <w:tab w:val="left" w:leader="dot" w:pos="994"/>
        </w:tabs>
        <w:spacing w:before="0" w:line="240" w:lineRule="auto"/>
        <w:ind w:left="198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-venituri din activităţi economice (închirieri, prestări de servicii, reclamă, publicitate etc.):  lei (RON)</w:t>
      </w:r>
    </w:p>
    <w:p w:rsidR="00473F71" w:rsidRDefault="00473F71">
      <w:pPr>
        <w:pStyle w:val="Szvegtrzs21"/>
        <w:shd w:val="clear" w:color="auto" w:fill="auto"/>
        <w:tabs>
          <w:tab w:val="left" w:leader="dot" w:pos="3755"/>
        </w:tabs>
        <w:spacing w:before="0" w:line="240" w:lineRule="auto"/>
        <w:ind w:left="198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cotizaţii, taxe, penalităţi etc..................lei (RON)</w:t>
      </w:r>
    </w:p>
    <w:p w:rsidR="00473F71" w:rsidRDefault="00473F71">
      <w:pPr>
        <w:pStyle w:val="Szvegtrzs21"/>
        <w:shd w:val="clear" w:color="auto" w:fill="auto"/>
        <w:tabs>
          <w:tab w:val="left" w:pos="267"/>
          <w:tab w:val="left" w:leader="dot" w:pos="2054"/>
        </w:tabs>
        <w:spacing w:before="0" w:line="240" w:lineRule="auto"/>
        <w:ind w:left="198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alte venituri: .......................</w:t>
      </w:r>
      <w:r>
        <w:rPr>
          <w:rFonts w:ascii="Times New Roman" w:hAnsi="Times New Roman" w:cs="Times New Roman"/>
          <w:sz w:val="24"/>
          <w:szCs w:val="24"/>
        </w:rPr>
        <w:tab/>
        <w:t>lei (RON)</w:t>
      </w:r>
    </w:p>
    <w:p w:rsidR="00473F71" w:rsidRDefault="00473F71">
      <w:pPr>
        <w:pStyle w:val="Szvegtrzs21"/>
        <w:numPr>
          <w:ilvl w:val="2"/>
          <w:numId w:val="4"/>
        </w:numPr>
        <w:shd w:val="clear" w:color="auto" w:fill="auto"/>
        <w:tabs>
          <w:tab w:val="left" w:pos="541"/>
        </w:tabs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Venituri proprii estimate a se realiza</w:t>
      </w:r>
    </w:p>
    <w:p w:rsidR="00473F71" w:rsidRDefault="00473F71">
      <w:pPr>
        <w:pStyle w:val="Szvegtrzs21"/>
        <w:shd w:val="clear" w:color="auto" w:fill="auto"/>
        <w:tabs>
          <w:tab w:val="left" w:pos="541"/>
        </w:tabs>
        <w:spacing w:before="0" w:line="240" w:lineRule="auto"/>
        <w:ind w:left="72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>în anul curent</w:t>
      </w:r>
    </w:p>
    <w:p w:rsidR="00473F71" w:rsidRDefault="00473F71">
      <w:pPr>
        <w:pStyle w:val="Szvegtrzs21"/>
        <w:shd w:val="clear" w:color="auto" w:fill="auto"/>
        <w:tabs>
          <w:tab w:val="left" w:pos="541"/>
        </w:tabs>
        <w:spacing w:before="0" w:line="240" w:lineRule="auto"/>
        <w:ind w:left="72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anul competitional curent  </w:t>
      </w:r>
    </w:p>
    <w:p w:rsidR="00473F71" w:rsidRDefault="00473F71">
      <w:pPr>
        <w:pStyle w:val="Szvegtrzs21"/>
        <w:shd w:val="clear" w:color="auto" w:fill="auto"/>
        <w:tabs>
          <w:tab w:val="left" w:pos="541"/>
        </w:tabs>
        <w:spacing w:before="0" w:line="240" w:lineRule="auto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total</w:t>
      </w:r>
      <w:r>
        <w:rPr>
          <w:rFonts w:ascii="Times New Roman" w:hAnsi="Times New Roman" w:cs="Times New Roman"/>
          <w:sz w:val="24"/>
          <w:szCs w:val="24"/>
        </w:rPr>
        <w:t>: ............. lei (RON), din care:</w:t>
      </w:r>
    </w:p>
    <w:p w:rsidR="00473F71" w:rsidRDefault="00473F71">
      <w:pPr>
        <w:pStyle w:val="Szvegtrzs21"/>
        <w:shd w:val="clear" w:color="auto" w:fill="auto"/>
        <w:tabs>
          <w:tab w:val="left" w:leader="dot" w:pos="4198"/>
        </w:tabs>
        <w:spacing w:before="0" w:line="240" w:lineRule="auto"/>
        <w:ind w:left="216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-alocari Consiliul Local al Municipiului Sfântu Gheorghe.....</w:t>
      </w:r>
      <w:r>
        <w:rPr>
          <w:rFonts w:ascii="Times New Roman" w:hAnsi="Times New Roman" w:cs="Times New Roman"/>
          <w:sz w:val="24"/>
          <w:szCs w:val="24"/>
        </w:rPr>
        <w:tab/>
        <w:t>lei(RON)</w:t>
      </w:r>
    </w:p>
    <w:p w:rsidR="00473F71" w:rsidRDefault="00473F71">
      <w:pPr>
        <w:pStyle w:val="Szvegtrzs21"/>
        <w:shd w:val="clear" w:color="auto" w:fill="auto"/>
        <w:tabs>
          <w:tab w:val="left" w:leader="dot" w:pos="3755"/>
        </w:tabs>
        <w:spacing w:before="0" w:line="240" w:lineRule="auto"/>
        <w:ind w:left="216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-alocari Consiliul Judetean Covasna..............lei(RON)</w:t>
      </w:r>
    </w:p>
    <w:p w:rsidR="00473F71" w:rsidRDefault="00473F71">
      <w:pPr>
        <w:pStyle w:val="Szvegtrzs21"/>
        <w:shd w:val="clear" w:color="auto" w:fill="auto"/>
        <w:tabs>
          <w:tab w:val="left" w:pos="267"/>
          <w:tab w:val="left" w:leader="dot" w:pos="3278"/>
        </w:tabs>
        <w:spacing w:before="0" w:line="240" w:lineRule="auto"/>
        <w:ind w:left="216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-donaţii, sponsorizări:.......</w:t>
      </w:r>
      <w:r>
        <w:rPr>
          <w:rFonts w:ascii="Times New Roman" w:hAnsi="Times New Roman" w:cs="Times New Roman"/>
          <w:sz w:val="24"/>
          <w:szCs w:val="24"/>
        </w:rPr>
        <w:tab/>
        <w:t>.........lei (RON)</w:t>
      </w:r>
    </w:p>
    <w:p w:rsidR="00473F71" w:rsidRDefault="00473F71">
      <w:pPr>
        <w:pStyle w:val="Szvegtrzs21"/>
        <w:shd w:val="clear" w:color="auto" w:fill="auto"/>
        <w:tabs>
          <w:tab w:val="left" w:pos="268"/>
          <w:tab w:val="left" w:leader="dot" w:pos="1589"/>
        </w:tabs>
        <w:spacing w:before="0" w:line="240" w:lineRule="auto"/>
        <w:ind w:left="216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-venituri din activităţi economice (prestări de servicii, închirieri, reclamă, publicitate etc.): ....................lei (RON)</w:t>
      </w:r>
    </w:p>
    <w:p w:rsidR="00473F71" w:rsidRDefault="00473F71">
      <w:pPr>
        <w:pStyle w:val="Szvegtrzs21"/>
        <w:shd w:val="clear" w:color="auto" w:fill="auto"/>
        <w:tabs>
          <w:tab w:val="left" w:leader="dot" w:pos="4198"/>
        </w:tabs>
        <w:spacing w:before="0" w:line="240" w:lineRule="auto"/>
        <w:ind w:left="216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cotizaţii, taxe, penalităţi etc.:...................lei (RON)</w:t>
      </w:r>
    </w:p>
    <w:p w:rsidR="00473F71" w:rsidRDefault="00473F71">
      <w:pPr>
        <w:pStyle w:val="Szvegtrzs21"/>
        <w:shd w:val="clear" w:color="auto" w:fill="auto"/>
        <w:tabs>
          <w:tab w:val="left" w:pos="267"/>
          <w:tab w:val="left" w:leader="dot" w:pos="3067"/>
        </w:tabs>
        <w:spacing w:before="0" w:line="240" w:lineRule="auto"/>
        <w:ind w:left="216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-alte venituri:......................</w:t>
      </w:r>
      <w:r>
        <w:rPr>
          <w:rFonts w:ascii="Times New Roman" w:hAnsi="Times New Roman" w:cs="Times New Roman"/>
          <w:sz w:val="24"/>
          <w:szCs w:val="24"/>
        </w:rPr>
        <w:tab/>
        <w:t>lei (RON)</w:t>
      </w:r>
    </w:p>
    <w:p w:rsidR="00473F71" w:rsidRDefault="00473F71">
      <w:pPr>
        <w:pStyle w:val="Szvegtrzs21"/>
        <w:shd w:val="clear" w:color="auto" w:fill="auto"/>
        <w:tabs>
          <w:tab w:val="left" w:pos="267"/>
          <w:tab w:val="left" w:leader="dot" w:pos="3067"/>
        </w:tabs>
        <w:spacing w:before="0" w:line="240" w:lineRule="auto"/>
        <w:ind w:left="14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73F71" w:rsidRDefault="00473F71">
      <w:pPr>
        <w:pStyle w:val="Szvegtrzs21"/>
        <w:shd w:val="clear" w:color="auto" w:fill="auto"/>
        <w:tabs>
          <w:tab w:val="left" w:pos="267"/>
          <w:tab w:val="left" w:leader="dot" w:pos="3067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73F71" w:rsidRPr="00100F76" w:rsidRDefault="00473F71">
      <w:pPr>
        <w:pStyle w:val="Tblzatfelirata0"/>
        <w:shd w:val="clear" w:color="auto" w:fill="auto"/>
        <w:spacing w:line="240" w:lineRule="auto"/>
        <w:ind w:left="284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473F71" w:rsidRDefault="00473F71">
      <w:pPr>
        <w:pStyle w:val="Szvegtrzs21"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Data:______________</w:t>
      </w:r>
    </w:p>
    <w:p w:rsidR="00473F71" w:rsidRDefault="00473F71">
      <w:pPr>
        <w:pStyle w:val="Szvegtrzs21"/>
        <w:shd w:val="clear" w:color="auto" w:fill="auto"/>
        <w:tabs>
          <w:tab w:val="left" w:pos="5398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Reprezentantul legal,</w:t>
      </w:r>
      <w:r>
        <w:rPr>
          <w:rFonts w:ascii="Times New Roman" w:hAnsi="Times New Roman" w:cs="Times New Roman"/>
          <w:sz w:val="24"/>
          <w:szCs w:val="24"/>
        </w:rPr>
        <w:tab/>
        <w:t>Coordonatorul de proiect,</w:t>
      </w:r>
    </w:p>
    <w:p w:rsidR="00473F71" w:rsidRDefault="00473F71">
      <w:pPr>
        <w:pStyle w:val="Szvegtrzs21"/>
        <w:shd w:val="clear" w:color="auto" w:fill="auto"/>
        <w:tabs>
          <w:tab w:val="left" w:pos="5398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Numele şi prenumele:</w:t>
      </w:r>
      <w:r>
        <w:rPr>
          <w:rFonts w:ascii="Times New Roman" w:hAnsi="Times New Roman" w:cs="Times New Roman"/>
          <w:sz w:val="24"/>
          <w:szCs w:val="24"/>
        </w:rPr>
        <w:tab/>
        <w:t>Numele şi prenumele:</w:t>
      </w:r>
    </w:p>
    <w:p w:rsidR="00473F71" w:rsidRDefault="00473F71">
      <w:pPr>
        <w:pStyle w:val="Szvegtrzs21"/>
        <w:shd w:val="clear" w:color="auto" w:fill="auto"/>
        <w:tabs>
          <w:tab w:val="left" w:pos="5398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Semnătură:</w:t>
      </w:r>
      <w:r>
        <w:rPr>
          <w:rFonts w:ascii="Times New Roman" w:hAnsi="Times New Roman" w:cs="Times New Roman"/>
          <w:sz w:val="24"/>
          <w:szCs w:val="24"/>
        </w:rPr>
        <w:tab/>
        <w:t>Semnătură:</w:t>
      </w:r>
    </w:p>
    <w:p w:rsidR="00473F71" w:rsidRDefault="00473F71">
      <w:pPr>
        <w:pStyle w:val="Szvegtrzs21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sz w:val="24"/>
          <w:szCs w:val="24"/>
        </w:rPr>
        <w:sectPr w:rsidR="00473F71">
          <w:pgSz w:w="11906" w:h="16838"/>
          <w:pgMar w:top="1134" w:right="1134" w:bottom="1134" w:left="1134" w:header="0" w:footer="0" w:gutter="0"/>
          <w:cols w:space="720"/>
          <w:formProt w:val="0"/>
          <w:docGrid w:linePitch="312" w:charSpace="-6145"/>
        </w:sectPr>
      </w:pPr>
      <w:r>
        <w:rPr>
          <w:rFonts w:ascii="Times New Roman" w:hAnsi="Times New Roman" w:cs="Times New Roman"/>
          <w:sz w:val="24"/>
          <w:szCs w:val="24"/>
        </w:rPr>
        <w:t>Stampila structurii sportive/ organizaţiei:</w:t>
      </w:r>
    </w:p>
    <w:p w:rsidR="00473F71" w:rsidRDefault="00473F71">
      <w:pPr>
        <w:pStyle w:val="Szvegtrzs30"/>
        <w:shd w:val="clear" w:color="auto" w:fill="auto"/>
        <w:spacing w:after="0" w:line="240" w:lineRule="auto"/>
        <w:ind w:right="-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Rezultate sportive obţinute in anul competitional anterior </w:t>
      </w:r>
    </w:p>
    <w:p w:rsidR="00473F71" w:rsidRDefault="00473F71">
      <w:pPr>
        <w:pStyle w:val="Szvegtrzs30"/>
        <w:shd w:val="clear" w:color="auto" w:fill="auto"/>
        <w:spacing w:after="0" w:line="240" w:lineRule="auto"/>
        <w:ind w:right="-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Structura sportiva/ organizaţia</w:t>
      </w:r>
      <w:r>
        <w:rPr>
          <w:rFonts w:ascii="Times New Roman" w:hAnsi="Times New Roman"/>
          <w:sz w:val="24"/>
          <w:szCs w:val="24"/>
        </w:rPr>
        <w:tab/>
      </w:r>
    </w:p>
    <w:p w:rsidR="00473F71" w:rsidRDefault="00473F71">
      <w:pPr>
        <w:pStyle w:val="Szvegtrzs30"/>
        <w:shd w:val="clear" w:color="auto" w:fill="auto"/>
        <w:spacing w:after="0" w:line="240" w:lineRule="auto"/>
        <w:ind w:right="-31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-35"/>
        <w:tblW w:w="9750" w:type="dxa"/>
        <w:tblInd w:w="10" w:type="dxa"/>
        <w:tblBorders>
          <w:top w:val="single" w:sz="4" w:space="0" w:color="00000A"/>
          <w:left w:val="single" w:sz="4" w:space="0" w:color="00000A"/>
        </w:tblBorders>
        <w:tblCellMar>
          <w:left w:w="5" w:type="dxa"/>
          <w:right w:w="10" w:type="dxa"/>
        </w:tblCellMar>
        <w:tblLook w:val="00A0"/>
      </w:tblPr>
      <w:tblGrid>
        <w:gridCol w:w="2478"/>
        <w:gridCol w:w="1370"/>
        <w:gridCol w:w="1110"/>
        <w:gridCol w:w="1485"/>
        <w:gridCol w:w="1603"/>
        <w:gridCol w:w="1704"/>
      </w:tblGrid>
      <w:tr w:rsidR="00473F71">
        <w:trPr>
          <w:trHeight w:hRule="exact" w:val="1680"/>
        </w:trPr>
        <w:tc>
          <w:tcPr>
            <w:tcW w:w="2477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pStyle w:val="Szvegtrzs2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Obiective</w:t>
            </w:r>
          </w:p>
          <w:p w:rsidR="00473F71" w:rsidRPr="00415816" w:rsidRDefault="00473F71">
            <w:pPr>
              <w:pStyle w:val="Szvegtrzs2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realizate/</w:t>
            </w:r>
          </w:p>
          <w:p w:rsidR="00473F71" w:rsidRPr="00415816" w:rsidRDefault="00473F71">
            <w:pPr>
              <w:pStyle w:val="Szvegtrzs2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secţie/grupă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pStyle w:val="Szvegtrzs2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Campionat</w:t>
            </w:r>
          </w:p>
          <w:p w:rsidR="00473F71" w:rsidRPr="00415816" w:rsidRDefault="00473F71">
            <w:pPr>
              <w:pStyle w:val="Szvegtrzs2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Naţional</w:t>
            </w: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pStyle w:val="Szvegtrzs2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Cupa</w:t>
            </w:r>
          </w:p>
          <w:p w:rsidR="00473F71" w:rsidRPr="00415816" w:rsidRDefault="00473F71">
            <w:pPr>
              <w:pStyle w:val="Szvegtrzs2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României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pStyle w:val="Szvegtrzs2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Campionat</w:t>
            </w:r>
          </w:p>
          <w:p w:rsidR="00473F71" w:rsidRPr="00415816" w:rsidRDefault="00473F71">
            <w:pPr>
              <w:pStyle w:val="Szvegtrzs2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Balcanic/</w:t>
            </w:r>
          </w:p>
          <w:p w:rsidR="00473F71" w:rsidRPr="00415816" w:rsidRDefault="00473F71">
            <w:pPr>
              <w:pStyle w:val="Szvegtrzs2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Competiţii</w:t>
            </w:r>
          </w:p>
          <w:p w:rsidR="00473F71" w:rsidRPr="00415816" w:rsidRDefault="00473F71">
            <w:pPr>
              <w:pStyle w:val="Szvegtrzs2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euroregionale</w:t>
            </w: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pStyle w:val="Szvegtrzs2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Campionat</w:t>
            </w:r>
          </w:p>
          <w:p w:rsidR="00473F71" w:rsidRPr="00415816" w:rsidRDefault="00473F71">
            <w:pPr>
              <w:pStyle w:val="Szvegtrzs2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/Cupă</w:t>
            </w:r>
          </w:p>
          <w:p w:rsidR="00473F71" w:rsidRPr="00415816" w:rsidRDefault="00473F71">
            <w:pPr>
              <w:pStyle w:val="Szvegtrzs2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Europeană/alte competiţii de nivel european</w:t>
            </w:r>
          </w:p>
        </w:tc>
        <w:tc>
          <w:tcPr>
            <w:tcW w:w="17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pStyle w:val="Szvegtrzs2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Campionat/</w:t>
            </w:r>
          </w:p>
          <w:p w:rsidR="00473F71" w:rsidRPr="00415816" w:rsidRDefault="00473F71">
            <w:pPr>
              <w:pStyle w:val="Szvegtrzs2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Cupă</w:t>
            </w:r>
          </w:p>
          <w:p w:rsidR="00473F71" w:rsidRPr="00415816" w:rsidRDefault="00473F71">
            <w:pPr>
              <w:pStyle w:val="Szvegtrzs2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Mondial ă/alte competiţii de nivel mondial</w:t>
            </w:r>
          </w:p>
        </w:tc>
      </w:tr>
      <w:tr w:rsidR="00473F71">
        <w:trPr>
          <w:trHeight w:hRule="exact" w:val="456"/>
        </w:trPr>
        <w:tc>
          <w:tcPr>
            <w:tcW w:w="2477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Pr="00415816" w:rsidRDefault="00473F71">
            <w:pPr>
              <w:pStyle w:val="Szvegtrzs21"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Sportul de performanta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7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</w:tr>
      <w:tr w:rsidR="00473F71">
        <w:trPr>
          <w:trHeight w:hRule="exact" w:val="434"/>
        </w:trPr>
        <w:tc>
          <w:tcPr>
            <w:tcW w:w="2477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Pr="00415816" w:rsidRDefault="00473F71">
            <w:pPr>
              <w:pStyle w:val="Szvegtrzs21"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seniori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7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</w:tr>
      <w:tr w:rsidR="00473F71">
        <w:trPr>
          <w:trHeight w:hRule="exact" w:val="426"/>
        </w:trPr>
        <w:tc>
          <w:tcPr>
            <w:tcW w:w="2477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Pr="00415816" w:rsidRDefault="00473F71">
            <w:pPr>
              <w:pStyle w:val="Szvegtrzs21"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tineret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7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</w:tr>
      <w:tr w:rsidR="00473F71">
        <w:trPr>
          <w:trHeight w:hRule="exact" w:val="418"/>
        </w:trPr>
        <w:tc>
          <w:tcPr>
            <w:tcW w:w="247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Pr="00415816" w:rsidRDefault="00473F71">
            <w:pPr>
              <w:pStyle w:val="Szvegtrzs21"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juniori I/II/III....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</w:tr>
      <w:tr w:rsidR="00473F71">
        <w:trPr>
          <w:trHeight w:hRule="exact" w:val="423"/>
        </w:trPr>
        <w:tc>
          <w:tcPr>
            <w:tcW w:w="247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Pr="00415816" w:rsidRDefault="00473F71">
            <w:pPr>
              <w:pStyle w:val="Szvegtrzs21"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cadeti-copii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</w:tr>
    </w:tbl>
    <w:p w:rsidR="00473F71" w:rsidRDefault="00473F71">
      <w:pPr>
        <w:pStyle w:val="Fejlcvagylbjegyzet1"/>
        <w:shd w:val="clear" w:color="auto" w:fill="auto"/>
        <w:spacing w:line="240" w:lineRule="auto"/>
      </w:pPr>
    </w:p>
    <w:p w:rsidR="00473F71" w:rsidRDefault="00473F71">
      <w:pPr>
        <w:pStyle w:val="Fejlcvagylbjegyzet1"/>
        <w:shd w:val="clear" w:color="auto" w:fill="auto"/>
        <w:spacing w:line="240" w:lineRule="auto"/>
      </w:pPr>
    </w:p>
    <w:p w:rsidR="00473F71" w:rsidRDefault="00473F71">
      <w:pPr>
        <w:pStyle w:val="Fejlcvagylbjegyzet1"/>
        <w:shd w:val="clear" w:color="auto" w:fill="auto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Style w:val="Fejlcvagylbjegyzet11pt"/>
          <w:rFonts w:ascii="Times New Roman" w:hAnsi="Times New Roman"/>
          <w:bCs/>
          <w:color w:val="00000A"/>
          <w:szCs w:val="22"/>
        </w:rPr>
        <w:t>Reprezentant legal,</w:t>
      </w:r>
    </w:p>
    <w:p w:rsidR="00473F71" w:rsidRDefault="00473F71">
      <w:pPr>
        <w:pStyle w:val="Fejlcvagylbjegyzet1"/>
        <w:shd w:val="clear" w:color="auto" w:fill="auto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Style w:val="Fejlcvagylbjegyzet11pt"/>
          <w:rFonts w:ascii="Times New Roman" w:hAnsi="Times New Roman"/>
          <w:bCs/>
          <w:color w:val="00000A"/>
          <w:szCs w:val="22"/>
        </w:rPr>
        <w:t>Semnătură</w:t>
      </w:r>
    </w:p>
    <w:p w:rsidR="00473F71" w:rsidRDefault="00473F71">
      <w:pPr>
        <w:pStyle w:val="Szvegtrzs30"/>
        <w:shd w:val="clear" w:color="auto" w:fill="auto"/>
        <w:spacing w:after="0" w:line="240" w:lineRule="auto"/>
        <w:ind w:right="-31"/>
        <w:rPr>
          <w:rFonts w:ascii="Times New Roman" w:hAnsi="Times New Roman"/>
          <w:sz w:val="24"/>
          <w:szCs w:val="24"/>
        </w:rPr>
      </w:pPr>
    </w:p>
    <w:p w:rsidR="00473F71" w:rsidRDefault="00473F71">
      <w:pPr>
        <w:pStyle w:val="Szvegtrzs30"/>
        <w:shd w:val="clear" w:color="auto" w:fill="auto"/>
        <w:spacing w:after="0" w:line="240" w:lineRule="auto"/>
        <w:ind w:right="-31"/>
        <w:rPr>
          <w:rFonts w:ascii="Times New Roman" w:hAnsi="Times New Roman"/>
          <w:sz w:val="24"/>
          <w:szCs w:val="24"/>
        </w:rPr>
      </w:pPr>
    </w:p>
    <w:p w:rsidR="00473F71" w:rsidRDefault="00473F71">
      <w:pPr>
        <w:pStyle w:val="Szvegtrzs30"/>
        <w:shd w:val="clear" w:color="auto" w:fill="auto"/>
        <w:spacing w:after="0" w:line="240" w:lineRule="auto"/>
        <w:ind w:right="-31"/>
        <w:rPr>
          <w:rFonts w:ascii="Times New Roman" w:hAnsi="Times New Roman"/>
          <w:sz w:val="24"/>
          <w:szCs w:val="24"/>
        </w:rPr>
      </w:pPr>
    </w:p>
    <w:p w:rsidR="00473F71" w:rsidRDefault="00473F71">
      <w:pPr>
        <w:pStyle w:val="Szvegtrzs30"/>
        <w:shd w:val="clear" w:color="auto" w:fill="auto"/>
        <w:spacing w:after="0" w:line="240" w:lineRule="auto"/>
        <w:ind w:right="-31"/>
        <w:rPr>
          <w:rFonts w:ascii="Times New Roman" w:hAnsi="Times New Roman"/>
          <w:sz w:val="24"/>
          <w:szCs w:val="24"/>
        </w:rPr>
      </w:pPr>
    </w:p>
    <w:p w:rsidR="00473F71" w:rsidRDefault="00473F71">
      <w:pPr>
        <w:rPr>
          <w:rFonts w:ascii="Times New Roman" w:hAnsi="Times New Roman" w:cs="Times New Roman"/>
          <w:color w:val="00000A"/>
        </w:rPr>
        <w:sectPr w:rsidR="00473F71">
          <w:pgSz w:w="12240" w:h="15840"/>
          <w:pgMar w:top="1990" w:right="1171" w:bottom="1990" w:left="1319" w:header="0" w:footer="0" w:gutter="0"/>
          <w:cols w:space="720"/>
          <w:formProt w:val="0"/>
          <w:docGrid w:linePitch="240" w:charSpace="-6145"/>
        </w:sectPr>
      </w:pPr>
      <w:r>
        <w:rPr>
          <w:noProof/>
          <w:lang w:val="en-US" w:eastAsia="en-US"/>
        </w:rPr>
        <w:pict>
          <v:rect id="_x0000_s1026" style="position:absolute;margin-left:0;margin-top:.05pt;width:487.45pt;height:13.8pt;z-index:251658240;mso-wrap-distance-left:0;mso-wrap-distance-right:0;mso-position-horizontal:center">
            <v:fill opacity="0"/>
            <v:textbox inset="0,0,0,0">
              <w:txbxContent>
                <w:p w:rsidR="00473F71" w:rsidRDefault="00473F71">
                  <w:pPr>
                    <w:rPr>
                      <w:rFonts w:ascii="Times New Roman" w:hAnsi="Times New Roman" w:cs="Times New Roman"/>
                      <w:color w:val="00000A"/>
                    </w:rPr>
                  </w:pPr>
                </w:p>
              </w:txbxContent>
            </v:textbox>
            <w10:wrap type="topAndBottom"/>
          </v:rect>
        </w:pict>
      </w:r>
    </w:p>
    <w:p w:rsidR="00473F71" w:rsidRDefault="00473F71">
      <w:pPr>
        <w:pStyle w:val="Szvegtrzs30"/>
        <w:shd w:val="clear" w:color="auto" w:fill="auto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Structuri sportive cu sectii de juniori-Tabel nominal cu sportivii juniori </w:t>
      </w:r>
    </w:p>
    <w:p w:rsidR="00473F71" w:rsidRDefault="00473F71">
      <w:pPr>
        <w:pStyle w:val="Szvegtrzs30"/>
        <w:shd w:val="clear" w:color="auto" w:fill="auto"/>
        <w:tabs>
          <w:tab w:val="left" w:leader="underscore" w:pos="44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Structura sportiva </w:t>
      </w:r>
      <w:r>
        <w:rPr>
          <w:rFonts w:ascii="Times New Roman" w:hAnsi="Times New Roman"/>
          <w:sz w:val="24"/>
          <w:szCs w:val="24"/>
        </w:rPr>
        <w:tab/>
      </w:r>
    </w:p>
    <w:p w:rsidR="00473F71" w:rsidRDefault="00473F71">
      <w:pPr>
        <w:pStyle w:val="Szvegtrzs30"/>
        <w:shd w:val="clear" w:color="auto" w:fill="auto"/>
        <w:tabs>
          <w:tab w:val="left" w:leader="underscore" w:pos="44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3F71" w:rsidRDefault="00473F71">
      <w:pPr>
        <w:rPr>
          <w:rFonts w:ascii="Times New Roman" w:hAnsi="Times New Roman" w:cs="Times New Roman"/>
          <w:color w:val="00000A"/>
        </w:rPr>
      </w:pPr>
      <w:r>
        <w:rPr>
          <w:noProof/>
          <w:lang w:val="en-US" w:eastAsia="en-US"/>
        </w:rPr>
        <w:pict>
          <v:rect id="_x0000_s1027" style="position:absolute;margin-left:0;margin-top:.05pt;width:466.8pt;height:164.95pt;z-index:251659264;mso-wrap-distance-left:0;mso-wrap-distance-right:0;mso-position-horizontal:center" strokeweight="0">
            <v:fill opacity="0"/>
            <v:textbox inset="4.25pt,4.25pt,4.25pt,4.25pt">
              <w:txbxContent>
                <w:tbl>
                  <w:tblPr>
                    <w:tblW w:w="9337" w:type="dxa"/>
                    <w:jc w:val="center"/>
                    <w:tblBorders>
                      <w:top w:val="single" w:sz="4" w:space="0" w:color="00000A"/>
                      <w:left w:val="single" w:sz="4" w:space="0" w:color="00000A"/>
                    </w:tblBorders>
                    <w:tblCellMar>
                      <w:left w:w="5" w:type="dxa"/>
                      <w:right w:w="10" w:type="dxa"/>
                    </w:tblCellMar>
                    <w:tblLook w:val="00A0"/>
                  </w:tblPr>
                  <w:tblGrid>
                    <w:gridCol w:w="935"/>
                    <w:gridCol w:w="2722"/>
                    <w:gridCol w:w="2410"/>
                    <w:gridCol w:w="1843"/>
                    <w:gridCol w:w="1427"/>
                  </w:tblGrid>
                  <w:tr w:rsidR="00473F71">
                    <w:trPr>
                      <w:trHeight w:hRule="exact" w:val="1118"/>
                      <w:jc w:val="center"/>
                    </w:trPr>
                    <w:tc>
                      <w:tcPr>
                        <w:tcW w:w="935" w:type="dxa"/>
                        <w:tcBorders>
                          <w:top w:val="single" w:sz="4" w:space="0" w:color="00000A"/>
                        </w:tcBorders>
                        <w:shd w:val="clear" w:color="auto" w:fill="FFFFFF"/>
                        <w:tcMar>
                          <w:left w:w="5" w:type="dxa"/>
                        </w:tcMar>
                      </w:tcPr>
                      <w:p w:rsidR="00473F71" w:rsidRPr="00415816" w:rsidRDefault="00473F71">
                        <w:pPr>
                          <w:pStyle w:val="Szvegtrzs21"/>
                          <w:shd w:val="clear" w:color="auto" w:fill="auto"/>
                          <w:spacing w:before="0" w:line="240" w:lineRule="auto"/>
                          <w:ind w:firstLine="0"/>
                        </w:pPr>
                        <w:bookmarkStart w:id="0" w:name="__UnoMark__525_782581535"/>
                        <w:bookmarkStart w:id="1" w:name="__UnoMark__526_782581535"/>
                        <w:bookmarkEnd w:id="0"/>
                        <w:bookmarkEnd w:id="1"/>
                        <w:r w:rsidRPr="00415816">
                          <w:rPr>
                            <w:rStyle w:val="Szvegtrzs2Flkvr"/>
                            <w:rFonts w:ascii="Times New Roman" w:hAnsi="Times New Roman" w:cs="Times New Roman"/>
                            <w:bCs/>
                            <w:szCs w:val="24"/>
                          </w:rPr>
                          <w:t>Nr.crt.</w:t>
                        </w:r>
                      </w:p>
                    </w:tc>
                    <w:tc>
                      <w:tcPr>
                        <w:tcW w:w="2722" w:type="dxa"/>
                        <w:tcBorders>
                          <w:top w:val="single" w:sz="4" w:space="0" w:color="00000A"/>
                          <w:left w:val="single" w:sz="4" w:space="0" w:color="00000A"/>
                        </w:tcBorders>
                        <w:shd w:val="clear" w:color="auto" w:fill="FFFFFF"/>
                        <w:tcMar>
                          <w:left w:w="5" w:type="dxa"/>
                        </w:tcMar>
                      </w:tcPr>
                      <w:p w:rsidR="00473F71" w:rsidRPr="00415816" w:rsidRDefault="00473F71">
                        <w:pPr>
                          <w:pStyle w:val="Szvegtrzs21"/>
                          <w:shd w:val="clear" w:color="auto" w:fill="auto"/>
                          <w:spacing w:before="0" w:line="240" w:lineRule="auto"/>
                          <w:ind w:firstLine="0"/>
                        </w:pPr>
                        <w:bookmarkStart w:id="2" w:name="__UnoMark__527_782581535"/>
                        <w:bookmarkStart w:id="3" w:name="__UnoMark__528_782581535"/>
                        <w:bookmarkEnd w:id="2"/>
                        <w:bookmarkEnd w:id="3"/>
                        <w:r w:rsidRPr="00415816">
                          <w:rPr>
                            <w:rStyle w:val="Szvegtrzs2Flkvr"/>
                            <w:rFonts w:ascii="Times New Roman" w:hAnsi="Times New Roman" w:cs="Times New Roman"/>
                            <w:bCs/>
                            <w:szCs w:val="24"/>
                          </w:rPr>
                          <w:t>Nume, prenume sportiv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single" w:sz="4" w:space="0" w:color="00000A"/>
                          <w:left w:val="single" w:sz="4" w:space="0" w:color="00000A"/>
                        </w:tcBorders>
                        <w:shd w:val="clear" w:color="auto" w:fill="FFFFFF"/>
                        <w:tcMar>
                          <w:left w:w="5" w:type="dxa"/>
                        </w:tcMar>
                      </w:tcPr>
                      <w:p w:rsidR="00473F71" w:rsidRPr="00415816" w:rsidRDefault="00473F71">
                        <w:pPr>
                          <w:pStyle w:val="Szvegtrzs21"/>
                          <w:shd w:val="clear" w:color="auto" w:fill="auto"/>
                          <w:spacing w:before="0" w:line="240" w:lineRule="auto"/>
                          <w:ind w:firstLine="0"/>
                        </w:pPr>
                        <w:bookmarkStart w:id="4" w:name="__UnoMark__529_782581535"/>
                        <w:bookmarkStart w:id="5" w:name="__UnoMark__530_782581535"/>
                        <w:bookmarkEnd w:id="4"/>
                        <w:bookmarkEnd w:id="5"/>
                        <w:r w:rsidRPr="00415816">
                          <w:rPr>
                            <w:rStyle w:val="Szvegtrzs2Flkvr"/>
                            <w:rFonts w:ascii="Times New Roman" w:hAnsi="Times New Roman" w:cs="Times New Roman"/>
                            <w:bCs/>
                            <w:szCs w:val="24"/>
                          </w:rPr>
                          <w:t>Numar carnet legitimare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A"/>
                          <w:left w:val="single" w:sz="4" w:space="0" w:color="00000A"/>
                        </w:tcBorders>
                        <w:shd w:val="clear" w:color="auto" w:fill="FFFFFF"/>
                        <w:tcMar>
                          <w:left w:w="5" w:type="dxa"/>
                        </w:tcMar>
                      </w:tcPr>
                      <w:p w:rsidR="00473F71" w:rsidRPr="00415816" w:rsidRDefault="00473F71">
                        <w:pPr>
                          <w:pStyle w:val="Szvegtrzs21"/>
                          <w:shd w:val="clear" w:color="auto" w:fill="auto"/>
                          <w:spacing w:before="0" w:line="240" w:lineRule="auto"/>
                          <w:ind w:firstLine="0"/>
                        </w:pPr>
                        <w:bookmarkStart w:id="6" w:name="__UnoMark__531_782581535"/>
                        <w:bookmarkStart w:id="7" w:name="__UnoMark__532_782581535"/>
                        <w:bookmarkEnd w:id="6"/>
                        <w:bookmarkEnd w:id="7"/>
                        <w:r w:rsidRPr="00415816">
                          <w:rPr>
                            <w:rStyle w:val="Szvegtrzs2Flkvr"/>
                            <w:rFonts w:ascii="Times New Roman" w:hAnsi="Times New Roman" w:cs="Times New Roman"/>
                            <w:bCs/>
                            <w:szCs w:val="24"/>
                          </w:rPr>
                          <w:t>Clubul de seniori la care a promovat</w:t>
                        </w:r>
                      </w:p>
                    </w:tc>
                    <w:tc>
                      <w:tcPr>
                        <w:tcW w:w="1427" w:type="dxa"/>
                        <w:tcBorders>
                          <w:top w:val="single" w:sz="4" w:space="0" w:color="00000A"/>
                          <w:left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5" w:type="dxa"/>
                        </w:tcMar>
                      </w:tcPr>
                      <w:p w:rsidR="00473F71" w:rsidRPr="00415816" w:rsidRDefault="00473F71">
                        <w:pPr>
                          <w:pStyle w:val="Szvegtrzs21"/>
                          <w:shd w:val="clear" w:color="auto" w:fill="auto"/>
                          <w:spacing w:before="0" w:line="240" w:lineRule="auto"/>
                          <w:ind w:firstLine="0"/>
                        </w:pPr>
                        <w:bookmarkStart w:id="8" w:name="__UnoMark__533_782581535"/>
                        <w:bookmarkStart w:id="9" w:name="__UnoMark__534_782581535"/>
                        <w:bookmarkEnd w:id="8"/>
                        <w:bookmarkEnd w:id="9"/>
                        <w:r w:rsidRPr="00415816">
                          <w:rPr>
                            <w:rStyle w:val="Szvegtrzs2Flkvr"/>
                            <w:rFonts w:ascii="Times New Roman" w:hAnsi="Times New Roman" w:cs="Times New Roman"/>
                            <w:bCs/>
                            <w:szCs w:val="24"/>
                          </w:rPr>
                          <w:t>Observ.</w:t>
                        </w:r>
                      </w:p>
                    </w:tc>
                  </w:tr>
                  <w:tr w:rsidR="00473F71">
                    <w:trPr>
                      <w:trHeight w:hRule="exact" w:val="283"/>
                      <w:jc w:val="center"/>
                    </w:trPr>
                    <w:tc>
                      <w:tcPr>
                        <w:tcW w:w="935" w:type="dxa"/>
                        <w:tcBorders>
                          <w:top w:val="single" w:sz="4" w:space="0" w:color="00000A"/>
                        </w:tcBorders>
                        <w:shd w:val="clear" w:color="auto" w:fill="FFFFFF"/>
                        <w:tcMar>
                          <w:left w:w="5" w:type="dxa"/>
                        </w:tcMar>
                      </w:tcPr>
                      <w:p w:rsidR="00473F71" w:rsidRDefault="00473F71">
                        <w:pPr>
                          <w:rPr>
                            <w:rFonts w:ascii="Times New Roman" w:hAnsi="Times New Roman" w:cs="Times New Roman"/>
                            <w:color w:val="00000A"/>
                          </w:rPr>
                        </w:pPr>
                        <w:bookmarkStart w:id="10" w:name="__UnoMark__536_782581535"/>
                        <w:bookmarkStart w:id="11" w:name="__UnoMark__535_782581535"/>
                        <w:bookmarkEnd w:id="10"/>
                        <w:bookmarkEnd w:id="11"/>
                      </w:p>
                    </w:tc>
                    <w:tc>
                      <w:tcPr>
                        <w:tcW w:w="2722" w:type="dxa"/>
                        <w:tcBorders>
                          <w:top w:val="single" w:sz="4" w:space="0" w:color="00000A"/>
                          <w:left w:val="single" w:sz="4" w:space="0" w:color="00000A"/>
                        </w:tcBorders>
                        <w:shd w:val="clear" w:color="auto" w:fill="FFFFFF"/>
                        <w:tcMar>
                          <w:left w:w="5" w:type="dxa"/>
                        </w:tcMar>
                      </w:tcPr>
                      <w:p w:rsidR="00473F71" w:rsidRDefault="00473F71">
                        <w:pPr>
                          <w:rPr>
                            <w:rFonts w:ascii="Times New Roman" w:hAnsi="Times New Roman" w:cs="Times New Roman"/>
                            <w:color w:val="00000A"/>
                          </w:rPr>
                        </w:pPr>
                        <w:bookmarkStart w:id="12" w:name="__UnoMark__538_782581535"/>
                        <w:bookmarkStart w:id="13" w:name="__UnoMark__537_782581535"/>
                        <w:bookmarkEnd w:id="12"/>
                        <w:bookmarkEnd w:id="13"/>
                      </w:p>
                    </w:tc>
                    <w:tc>
                      <w:tcPr>
                        <w:tcW w:w="2410" w:type="dxa"/>
                        <w:tcBorders>
                          <w:top w:val="single" w:sz="4" w:space="0" w:color="00000A"/>
                          <w:left w:val="single" w:sz="4" w:space="0" w:color="00000A"/>
                        </w:tcBorders>
                        <w:shd w:val="clear" w:color="auto" w:fill="FFFFFF"/>
                        <w:tcMar>
                          <w:left w:w="5" w:type="dxa"/>
                        </w:tcMar>
                      </w:tcPr>
                      <w:p w:rsidR="00473F71" w:rsidRDefault="00473F71">
                        <w:pPr>
                          <w:rPr>
                            <w:rFonts w:ascii="Times New Roman" w:hAnsi="Times New Roman" w:cs="Times New Roman"/>
                            <w:color w:val="00000A"/>
                          </w:rPr>
                        </w:pPr>
                        <w:bookmarkStart w:id="14" w:name="__UnoMark__540_782581535"/>
                        <w:bookmarkStart w:id="15" w:name="__UnoMark__539_782581535"/>
                        <w:bookmarkEnd w:id="14"/>
                        <w:bookmarkEnd w:id="15"/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A"/>
                          <w:left w:val="single" w:sz="4" w:space="0" w:color="00000A"/>
                        </w:tcBorders>
                        <w:shd w:val="clear" w:color="auto" w:fill="FFFFFF"/>
                        <w:tcMar>
                          <w:left w:w="5" w:type="dxa"/>
                        </w:tcMar>
                      </w:tcPr>
                      <w:p w:rsidR="00473F71" w:rsidRDefault="00473F71">
                        <w:pPr>
                          <w:rPr>
                            <w:rFonts w:ascii="Times New Roman" w:hAnsi="Times New Roman" w:cs="Times New Roman"/>
                            <w:color w:val="00000A"/>
                          </w:rPr>
                        </w:pPr>
                        <w:bookmarkStart w:id="16" w:name="__UnoMark__542_782581535"/>
                        <w:bookmarkStart w:id="17" w:name="__UnoMark__541_782581535"/>
                        <w:bookmarkEnd w:id="16"/>
                        <w:bookmarkEnd w:id="17"/>
                      </w:p>
                    </w:tc>
                    <w:tc>
                      <w:tcPr>
                        <w:tcW w:w="1427" w:type="dxa"/>
                        <w:tcBorders>
                          <w:top w:val="single" w:sz="4" w:space="0" w:color="00000A"/>
                          <w:left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5" w:type="dxa"/>
                        </w:tcMar>
                      </w:tcPr>
                      <w:p w:rsidR="00473F71" w:rsidRDefault="00473F71">
                        <w:pPr>
                          <w:rPr>
                            <w:rFonts w:ascii="Times New Roman" w:hAnsi="Times New Roman" w:cs="Times New Roman"/>
                            <w:color w:val="00000A"/>
                          </w:rPr>
                        </w:pPr>
                        <w:bookmarkStart w:id="18" w:name="__UnoMark__544_782581535"/>
                        <w:bookmarkStart w:id="19" w:name="__UnoMark__543_782581535"/>
                        <w:bookmarkEnd w:id="18"/>
                        <w:bookmarkEnd w:id="19"/>
                      </w:p>
                    </w:tc>
                  </w:tr>
                  <w:tr w:rsidR="00473F71">
                    <w:trPr>
                      <w:trHeight w:hRule="exact" w:val="288"/>
                      <w:jc w:val="center"/>
                    </w:trPr>
                    <w:tc>
                      <w:tcPr>
                        <w:tcW w:w="935" w:type="dxa"/>
                        <w:tcBorders>
                          <w:top w:val="single" w:sz="4" w:space="0" w:color="00000A"/>
                        </w:tcBorders>
                        <w:shd w:val="clear" w:color="auto" w:fill="FFFFFF"/>
                        <w:tcMar>
                          <w:left w:w="5" w:type="dxa"/>
                        </w:tcMar>
                      </w:tcPr>
                      <w:p w:rsidR="00473F71" w:rsidRDefault="00473F71">
                        <w:pPr>
                          <w:rPr>
                            <w:rFonts w:ascii="Times New Roman" w:hAnsi="Times New Roman" w:cs="Times New Roman"/>
                            <w:color w:val="00000A"/>
                          </w:rPr>
                        </w:pPr>
                        <w:bookmarkStart w:id="20" w:name="__UnoMark__546_782581535"/>
                        <w:bookmarkStart w:id="21" w:name="__UnoMark__545_782581535"/>
                        <w:bookmarkEnd w:id="20"/>
                        <w:bookmarkEnd w:id="21"/>
                      </w:p>
                    </w:tc>
                    <w:tc>
                      <w:tcPr>
                        <w:tcW w:w="2722" w:type="dxa"/>
                        <w:tcBorders>
                          <w:top w:val="single" w:sz="4" w:space="0" w:color="00000A"/>
                          <w:left w:val="single" w:sz="4" w:space="0" w:color="00000A"/>
                        </w:tcBorders>
                        <w:shd w:val="clear" w:color="auto" w:fill="FFFFFF"/>
                        <w:tcMar>
                          <w:left w:w="5" w:type="dxa"/>
                        </w:tcMar>
                      </w:tcPr>
                      <w:p w:rsidR="00473F71" w:rsidRDefault="00473F71">
                        <w:pPr>
                          <w:rPr>
                            <w:rFonts w:ascii="Times New Roman" w:hAnsi="Times New Roman" w:cs="Times New Roman"/>
                            <w:color w:val="00000A"/>
                          </w:rPr>
                        </w:pPr>
                        <w:bookmarkStart w:id="22" w:name="__UnoMark__548_782581535"/>
                        <w:bookmarkStart w:id="23" w:name="__UnoMark__547_782581535"/>
                        <w:bookmarkEnd w:id="22"/>
                        <w:bookmarkEnd w:id="23"/>
                      </w:p>
                    </w:tc>
                    <w:tc>
                      <w:tcPr>
                        <w:tcW w:w="2410" w:type="dxa"/>
                        <w:tcBorders>
                          <w:top w:val="single" w:sz="4" w:space="0" w:color="00000A"/>
                          <w:left w:val="single" w:sz="4" w:space="0" w:color="00000A"/>
                        </w:tcBorders>
                        <w:shd w:val="clear" w:color="auto" w:fill="FFFFFF"/>
                        <w:tcMar>
                          <w:left w:w="5" w:type="dxa"/>
                        </w:tcMar>
                      </w:tcPr>
                      <w:p w:rsidR="00473F71" w:rsidRDefault="00473F71">
                        <w:pPr>
                          <w:rPr>
                            <w:rFonts w:ascii="Times New Roman" w:hAnsi="Times New Roman" w:cs="Times New Roman"/>
                            <w:color w:val="00000A"/>
                          </w:rPr>
                        </w:pPr>
                        <w:bookmarkStart w:id="24" w:name="__UnoMark__550_782581535"/>
                        <w:bookmarkStart w:id="25" w:name="__UnoMark__549_782581535"/>
                        <w:bookmarkEnd w:id="24"/>
                        <w:bookmarkEnd w:id="25"/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A"/>
                          <w:left w:val="single" w:sz="4" w:space="0" w:color="00000A"/>
                        </w:tcBorders>
                        <w:shd w:val="clear" w:color="auto" w:fill="FFFFFF"/>
                        <w:tcMar>
                          <w:left w:w="5" w:type="dxa"/>
                        </w:tcMar>
                      </w:tcPr>
                      <w:p w:rsidR="00473F71" w:rsidRDefault="00473F71">
                        <w:pPr>
                          <w:rPr>
                            <w:rFonts w:ascii="Times New Roman" w:hAnsi="Times New Roman" w:cs="Times New Roman"/>
                            <w:color w:val="00000A"/>
                          </w:rPr>
                        </w:pPr>
                        <w:bookmarkStart w:id="26" w:name="__UnoMark__552_782581535"/>
                        <w:bookmarkStart w:id="27" w:name="__UnoMark__551_782581535"/>
                        <w:bookmarkEnd w:id="26"/>
                        <w:bookmarkEnd w:id="27"/>
                      </w:p>
                    </w:tc>
                    <w:tc>
                      <w:tcPr>
                        <w:tcW w:w="1427" w:type="dxa"/>
                        <w:tcBorders>
                          <w:top w:val="single" w:sz="4" w:space="0" w:color="00000A"/>
                          <w:left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5" w:type="dxa"/>
                        </w:tcMar>
                      </w:tcPr>
                      <w:p w:rsidR="00473F71" w:rsidRDefault="00473F71">
                        <w:pPr>
                          <w:rPr>
                            <w:rFonts w:ascii="Times New Roman" w:hAnsi="Times New Roman" w:cs="Times New Roman"/>
                            <w:color w:val="00000A"/>
                          </w:rPr>
                        </w:pPr>
                        <w:bookmarkStart w:id="28" w:name="__UnoMark__554_782581535"/>
                        <w:bookmarkStart w:id="29" w:name="__UnoMark__553_782581535"/>
                        <w:bookmarkEnd w:id="28"/>
                        <w:bookmarkEnd w:id="29"/>
                      </w:p>
                    </w:tc>
                  </w:tr>
                  <w:tr w:rsidR="00473F71">
                    <w:trPr>
                      <w:trHeight w:hRule="exact" w:val="288"/>
                      <w:jc w:val="center"/>
                    </w:trPr>
                    <w:tc>
                      <w:tcPr>
                        <w:tcW w:w="935" w:type="dxa"/>
                        <w:tcBorders>
                          <w:top w:val="single" w:sz="4" w:space="0" w:color="00000A"/>
                        </w:tcBorders>
                        <w:shd w:val="clear" w:color="auto" w:fill="FFFFFF"/>
                        <w:tcMar>
                          <w:left w:w="5" w:type="dxa"/>
                        </w:tcMar>
                      </w:tcPr>
                      <w:p w:rsidR="00473F71" w:rsidRDefault="00473F71">
                        <w:pPr>
                          <w:rPr>
                            <w:rFonts w:ascii="Times New Roman" w:hAnsi="Times New Roman" w:cs="Times New Roman"/>
                            <w:color w:val="00000A"/>
                          </w:rPr>
                        </w:pPr>
                        <w:bookmarkStart w:id="30" w:name="__UnoMark__556_782581535"/>
                        <w:bookmarkStart w:id="31" w:name="__UnoMark__555_782581535"/>
                        <w:bookmarkEnd w:id="30"/>
                        <w:bookmarkEnd w:id="31"/>
                      </w:p>
                    </w:tc>
                    <w:tc>
                      <w:tcPr>
                        <w:tcW w:w="2722" w:type="dxa"/>
                        <w:tcBorders>
                          <w:top w:val="single" w:sz="4" w:space="0" w:color="00000A"/>
                          <w:left w:val="single" w:sz="4" w:space="0" w:color="00000A"/>
                        </w:tcBorders>
                        <w:shd w:val="clear" w:color="auto" w:fill="FFFFFF"/>
                        <w:tcMar>
                          <w:left w:w="5" w:type="dxa"/>
                        </w:tcMar>
                      </w:tcPr>
                      <w:p w:rsidR="00473F71" w:rsidRDefault="00473F71">
                        <w:pPr>
                          <w:rPr>
                            <w:rFonts w:ascii="Times New Roman" w:hAnsi="Times New Roman" w:cs="Times New Roman"/>
                            <w:color w:val="00000A"/>
                          </w:rPr>
                        </w:pPr>
                        <w:bookmarkStart w:id="32" w:name="__UnoMark__558_782581535"/>
                        <w:bookmarkStart w:id="33" w:name="__UnoMark__557_782581535"/>
                        <w:bookmarkEnd w:id="32"/>
                        <w:bookmarkEnd w:id="33"/>
                      </w:p>
                    </w:tc>
                    <w:tc>
                      <w:tcPr>
                        <w:tcW w:w="2410" w:type="dxa"/>
                        <w:tcBorders>
                          <w:top w:val="single" w:sz="4" w:space="0" w:color="00000A"/>
                          <w:left w:val="single" w:sz="4" w:space="0" w:color="00000A"/>
                        </w:tcBorders>
                        <w:shd w:val="clear" w:color="auto" w:fill="FFFFFF"/>
                        <w:tcMar>
                          <w:left w:w="5" w:type="dxa"/>
                        </w:tcMar>
                      </w:tcPr>
                      <w:p w:rsidR="00473F71" w:rsidRDefault="00473F71">
                        <w:pPr>
                          <w:rPr>
                            <w:rFonts w:ascii="Times New Roman" w:hAnsi="Times New Roman" w:cs="Times New Roman"/>
                            <w:color w:val="00000A"/>
                          </w:rPr>
                        </w:pPr>
                        <w:bookmarkStart w:id="34" w:name="__UnoMark__560_782581535"/>
                        <w:bookmarkStart w:id="35" w:name="__UnoMark__559_782581535"/>
                        <w:bookmarkEnd w:id="34"/>
                        <w:bookmarkEnd w:id="35"/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A"/>
                          <w:left w:val="single" w:sz="4" w:space="0" w:color="00000A"/>
                        </w:tcBorders>
                        <w:shd w:val="clear" w:color="auto" w:fill="FFFFFF"/>
                        <w:tcMar>
                          <w:left w:w="5" w:type="dxa"/>
                        </w:tcMar>
                      </w:tcPr>
                      <w:p w:rsidR="00473F71" w:rsidRDefault="00473F71">
                        <w:pPr>
                          <w:rPr>
                            <w:rFonts w:ascii="Times New Roman" w:hAnsi="Times New Roman" w:cs="Times New Roman"/>
                            <w:color w:val="00000A"/>
                          </w:rPr>
                        </w:pPr>
                        <w:bookmarkStart w:id="36" w:name="__UnoMark__562_782581535"/>
                        <w:bookmarkStart w:id="37" w:name="__UnoMark__561_782581535"/>
                        <w:bookmarkEnd w:id="36"/>
                        <w:bookmarkEnd w:id="37"/>
                      </w:p>
                    </w:tc>
                    <w:tc>
                      <w:tcPr>
                        <w:tcW w:w="1427" w:type="dxa"/>
                        <w:tcBorders>
                          <w:top w:val="single" w:sz="4" w:space="0" w:color="00000A"/>
                          <w:left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5" w:type="dxa"/>
                        </w:tcMar>
                      </w:tcPr>
                      <w:p w:rsidR="00473F71" w:rsidRDefault="00473F71">
                        <w:pPr>
                          <w:rPr>
                            <w:rFonts w:ascii="Times New Roman" w:hAnsi="Times New Roman" w:cs="Times New Roman"/>
                            <w:color w:val="00000A"/>
                          </w:rPr>
                        </w:pPr>
                        <w:bookmarkStart w:id="38" w:name="__UnoMark__564_782581535"/>
                        <w:bookmarkStart w:id="39" w:name="__UnoMark__563_782581535"/>
                        <w:bookmarkEnd w:id="38"/>
                        <w:bookmarkEnd w:id="39"/>
                      </w:p>
                    </w:tc>
                  </w:tr>
                  <w:tr w:rsidR="00473F71">
                    <w:trPr>
                      <w:trHeight w:hRule="exact" w:val="283"/>
                      <w:jc w:val="center"/>
                    </w:trPr>
                    <w:tc>
                      <w:tcPr>
                        <w:tcW w:w="935" w:type="dxa"/>
                        <w:tcBorders>
                          <w:top w:val="single" w:sz="4" w:space="0" w:color="00000A"/>
                        </w:tcBorders>
                        <w:shd w:val="clear" w:color="auto" w:fill="FFFFFF"/>
                        <w:tcMar>
                          <w:left w:w="5" w:type="dxa"/>
                        </w:tcMar>
                      </w:tcPr>
                      <w:p w:rsidR="00473F71" w:rsidRDefault="00473F71">
                        <w:pPr>
                          <w:rPr>
                            <w:rFonts w:ascii="Times New Roman" w:hAnsi="Times New Roman" w:cs="Times New Roman"/>
                            <w:color w:val="00000A"/>
                          </w:rPr>
                        </w:pPr>
                        <w:bookmarkStart w:id="40" w:name="__UnoMark__566_782581535"/>
                        <w:bookmarkStart w:id="41" w:name="__UnoMark__565_782581535"/>
                        <w:bookmarkEnd w:id="40"/>
                        <w:bookmarkEnd w:id="41"/>
                      </w:p>
                    </w:tc>
                    <w:tc>
                      <w:tcPr>
                        <w:tcW w:w="2722" w:type="dxa"/>
                        <w:tcBorders>
                          <w:top w:val="single" w:sz="4" w:space="0" w:color="00000A"/>
                          <w:left w:val="single" w:sz="4" w:space="0" w:color="00000A"/>
                        </w:tcBorders>
                        <w:shd w:val="clear" w:color="auto" w:fill="FFFFFF"/>
                        <w:tcMar>
                          <w:left w:w="5" w:type="dxa"/>
                        </w:tcMar>
                      </w:tcPr>
                      <w:p w:rsidR="00473F71" w:rsidRDefault="00473F71">
                        <w:pPr>
                          <w:rPr>
                            <w:rFonts w:ascii="Times New Roman" w:hAnsi="Times New Roman" w:cs="Times New Roman"/>
                            <w:color w:val="00000A"/>
                          </w:rPr>
                        </w:pPr>
                        <w:bookmarkStart w:id="42" w:name="__UnoMark__568_782581535"/>
                        <w:bookmarkStart w:id="43" w:name="__UnoMark__567_782581535"/>
                        <w:bookmarkEnd w:id="42"/>
                        <w:bookmarkEnd w:id="43"/>
                      </w:p>
                    </w:tc>
                    <w:tc>
                      <w:tcPr>
                        <w:tcW w:w="2410" w:type="dxa"/>
                        <w:tcBorders>
                          <w:top w:val="single" w:sz="4" w:space="0" w:color="00000A"/>
                          <w:left w:val="single" w:sz="4" w:space="0" w:color="00000A"/>
                        </w:tcBorders>
                        <w:shd w:val="clear" w:color="auto" w:fill="FFFFFF"/>
                        <w:tcMar>
                          <w:left w:w="5" w:type="dxa"/>
                        </w:tcMar>
                      </w:tcPr>
                      <w:p w:rsidR="00473F71" w:rsidRDefault="00473F71">
                        <w:pPr>
                          <w:rPr>
                            <w:rFonts w:ascii="Times New Roman" w:hAnsi="Times New Roman" w:cs="Times New Roman"/>
                            <w:color w:val="00000A"/>
                          </w:rPr>
                        </w:pPr>
                        <w:bookmarkStart w:id="44" w:name="__UnoMark__570_782581535"/>
                        <w:bookmarkStart w:id="45" w:name="__UnoMark__569_782581535"/>
                        <w:bookmarkEnd w:id="44"/>
                        <w:bookmarkEnd w:id="45"/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A"/>
                          <w:left w:val="single" w:sz="4" w:space="0" w:color="00000A"/>
                        </w:tcBorders>
                        <w:shd w:val="clear" w:color="auto" w:fill="FFFFFF"/>
                        <w:tcMar>
                          <w:left w:w="5" w:type="dxa"/>
                        </w:tcMar>
                      </w:tcPr>
                      <w:p w:rsidR="00473F71" w:rsidRDefault="00473F71">
                        <w:pPr>
                          <w:rPr>
                            <w:rFonts w:ascii="Times New Roman" w:hAnsi="Times New Roman" w:cs="Times New Roman"/>
                            <w:color w:val="00000A"/>
                          </w:rPr>
                        </w:pPr>
                        <w:bookmarkStart w:id="46" w:name="__UnoMark__572_782581535"/>
                        <w:bookmarkStart w:id="47" w:name="__UnoMark__571_782581535"/>
                        <w:bookmarkEnd w:id="46"/>
                        <w:bookmarkEnd w:id="47"/>
                      </w:p>
                    </w:tc>
                    <w:tc>
                      <w:tcPr>
                        <w:tcW w:w="1427" w:type="dxa"/>
                        <w:tcBorders>
                          <w:top w:val="single" w:sz="4" w:space="0" w:color="00000A"/>
                          <w:left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5" w:type="dxa"/>
                        </w:tcMar>
                      </w:tcPr>
                      <w:p w:rsidR="00473F71" w:rsidRDefault="00473F71">
                        <w:pPr>
                          <w:rPr>
                            <w:rFonts w:ascii="Times New Roman" w:hAnsi="Times New Roman" w:cs="Times New Roman"/>
                            <w:color w:val="00000A"/>
                          </w:rPr>
                        </w:pPr>
                        <w:bookmarkStart w:id="48" w:name="__UnoMark__574_782581535"/>
                        <w:bookmarkStart w:id="49" w:name="__UnoMark__573_782581535"/>
                        <w:bookmarkEnd w:id="48"/>
                        <w:bookmarkEnd w:id="49"/>
                      </w:p>
                    </w:tc>
                  </w:tr>
                  <w:tr w:rsidR="00473F71">
                    <w:trPr>
                      <w:trHeight w:hRule="exact" w:val="288"/>
                      <w:jc w:val="center"/>
                    </w:trPr>
                    <w:tc>
                      <w:tcPr>
                        <w:tcW w:w="935" w:type="dxa"/>
                        <w:tcBorders>
                          <w:top w:val="single" w:sz="4" w:space="0" w:color="00000A"/>
                        </w:tcBorders>
                        <w:shd w:val="clear" w:color="auto" w:fill="FFFFFF"/>
                        <w:tcMar>
                          <w:left w:w="5" w:type="dxa"/>
                        </w:tcMar>
                      </w:tcPr>
                      <w:p w:rsidR="00473F71" w:rsidRDefault="00473F71">
                        <w:pPr>
                          <w:rPr>
                            <w:rFonts w:ascii="Times New Roman" w:hAnsi="Times New Roman" w:cs="Times New Roman"/>
                            <w:color w:val="00000A"/>
                          </w:rPr>
                        </w:pPr>
                        <w:bookmarkStart w:id="50" w:name="__UnoMark__576_782581535"/>
                        <w:bookmarkStart w:id="51" w:name="__UnoMark__575_782581535"/>
                        <w:bookmarkEnd w:id="50"/>
                        <w:bookmarkEnd w:id="51"/>
                      </w:p>
                    </w:tc>
                    <w:tc>
                      <w:tcPr>
                        <w:tcW w:w="2722" w:type="dxa"/>
                        <w:tcBorders>
                          <w:top w:val="single" w:sz="4" w:space="0" w:color="00000A"/>
                          <w:left w:val="single" w:sz="4" w:space="0" w:color="00000A"/>
                        </w:tcBorders>
                        <w:shd w:val="clear" w:color="auto" w:fill="FFFFFF"/>
                        <w:tcMar>
                          <w:left w:w="5" w:type="dxa"/>
                        </w:tcMar>
                      </w:tcPr>
                      <w:p w:rsidR="00473F71" w:rsidRDefault="00473F71">
                        <w:pPr>
                          <w:rPr>
                            <w:rFonts w:ascii="Times New Roman" w:hAnsi="Times New Roman" w:cs="Times New Roman"/>
                            <w:color w:val="00000A"/>
                          </w:rPr>
                        </w:pPr>
                        <w:bookmarkStart w:id="52" w:name="__UnoMark__578_782581535"/>
                        <w:bookmarkStart w:id="53" w:name="__UnoMark__577_782581535"/>
                        <w:bookmarkEnd w:id="52"/>
                        <w:bookmarkEnd w:id="53"/>
                      </w:p>
                    </w:tc>
                    <w:tc>
                      <w:tcPr>
                        <w:tcW w:w="2410" w:type="dxa"/>
                        <w:tcBorders>
                          <w:top w:val="single" w:sz="4" w:space="0" w:color="00000A"/>
                          <w:left w:val="single" w:sz="4" w:space="0" w:color="00000A"/>
                        </w:tcBorders>
                        <w:shd w:val="clear" w:color="auto" w:fill="FFFFFF"/>
                        <w:tcMar>
                          <w:left w:w="5" w:type="dxa"/>
                        </w:tcMar>
                      </w:tcPr>
                      <w:p w:rsidR="00473F71" w:rsidRDefault="00473F71">
                        <w:pPr>
                          <w:rPr>
                            <w:rFonts w:ascii="Times New Roman" w:hAnsi="Times New Roman" w:cs="Times New Roman"/>
                            <w:color w:val="00000A"/>
                          </w:rPr>
                        </w:pPr>
                        <w:bookmarkStart w:id="54" w:name="__UnoMark__580_782581535"/>
                        <w:bookmarkStart w:id="55" w:name="__UnoMark__579_782581535"/>
                        <w:bookmarkEnd w:id="54"/>
                        <w:bookmarkEnd w:id="55"/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A"/>
                          <w:left w:val="single" w:sz="4" w:space="0" w:color="00000A"/>
                        </w:tcBorders>
                        <w:shd w:val="clear" w:color="auto" w:fill="FFFFFF"/>
                        <w:tcMar>
                          <w:left w:w="5" w:type="dxa"/>
                        </w:tcMar>
                      </w:tcPr>
                      <w:p w:rsidR="00473F71" w:rsidRDefault="00473F71">
                        <w:pPr>
                          <w:rPr>
                            <w:rFonts w:ascii="Times New Roman" w:hAnsi="Times New Roman" w:cs="Times New Roman"/>
                            <w:color w:val="00000A"/>
                          </w:rPr>
                        </w:pPr>
                        <w:bookmarkStart w:id="56" w:name="__UnoMark__582_782581535"/>
                        <w:bookmarkStart w:id="57" w:name="__UnoMark__581_782581535"/>
                        <w:bookmarkEnd w:id="56"/>
                        <w:bookmarkEnd w:id="57"/>
                      </w:p>
                    </w:tc>
                    <w:tc>
                      <w:tcPr>
                        <w:tcW w:w="1427" w:type="dxa"/>
                        <w:tcBorders>
                          <w:top w:val="single" w:sz="4" w:space="0" w:color="00000A"/>
                          <w:left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5" w:type="dxa"/>
                        </w:tcMar>
                      </w:tcPr>
                      <w:p w:rsidR="00473F71" w:rsidRDefault="00473F71">
                        <w:pPr>
                          <w:rPr>
                            <w:rFonts w:ascii="Times New Roman" w:hAnsi="Times New Roman" w:cs="Times New Roman"/>
                            <w:color w:val="00000A"/>
                          </w:rPr>
                        </w:pPr>
                        <w:bookmarkStart w:id="58" w:name="__UnoMark__584_782581535"/>
                        <w:bookmarkStart w:id="59" w:name="__UnoMark__583_782581535"/>
                        <w:bookmarkEnd w:id="58"/>
                        <w:bookmarkEnd w:id="59"/>
                      </w:p>
                    </w:tc>
                  </w:tr>
                  <w:tr w:rsidR="00473F71">
                    <w:trPr>
                      <w:trHeight w:hRule="exact" w:val="293"/>
                      <w:jc w:val="center"/>
                    </w:trPr>
                    <w:tc>
                      <w:tcPr>
                        <w:tcW w:w="935" w:type="dxa"/>
                        <w:tcBorders>
                          <w:top w:val="single" w:sz="4" w:space="0" w:color="00000A"/>
                          <w:bottom w:val="single" w:sz="4" w:space="0" w:color="00000A"/>
                        </w:tcBorders>
                        <w:shd w:val="clear" w:color="auto" w:fill="FFFFFF"/>
                        <w:tcMar>
                          <w:left w:w="5" w:type="dxa"/>
                        </w:tcMar>
                      </w:tcPr>
                      <w:p w:rsidR="00473F71" w:rsidRDefault="00473F71">
                        <w:pPr>
                          <w:rPr>
                            <w:rFonts w:ascii="Times New Roman" w:hAnsi="Times New Roman" w:cs="Times New Roman"/>
                            <w:color w:val="00000A"/>
                          </w:rPr>
                        </w:pPr>
                        <w:bookmarkStart w:id="60" w:name="__UnoMark__586_782581535"/>
                        <w:bookmarkStart w:id="61" w:name="__UnoMark__585_782581535"/>
                        <w:bookmarkEnd w:id="60"/>
                        <w:bookmarkEnd w:id="61"/>
                      </w:p>
                    </w:tc>
                    <w:tc>
                      <w:tcPr>
                        <w:tcW w:w="2722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</w:tcBorders>
                        <w:shd w:val="clear" w:color="auto" w:fill="FFFFFF"/>
                        <w:tcMar>
                          <w:left w:w="5" w:type="dxa"/>
                        </w:tcMar>
                      </w:tcPr>
                      <w:p w:rsidR="00473F71" w:rsidRDefault="00473F71">
                        <w:pPr>
                          <w:rPr>
                            <w:rFonts w:ascii="Times New Roman" w:hAnsi="Times New Roman" w:cs="Times New Roman"/>
                            <w:color w:val="00000A"/>
                          </w:rPr>
                        </w:pPr>
                        <w:bookmarkStart w:id="62" w:name="__UnoMark__588_782581535"/>
                        <w:bookmarkStart w:id="63" w:name="__UnoMark__587_782581535"/>
                        <w:bookmarkEnd w:id="62"/>
                        <w:bookmarkEnd w:id="63"/>
                      </w:p>
                    </w:tc>
                    <w:tc>
                      <w:tcPr>
                        <w:tcW w:w="2410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</w:tcBorders>
                        <w:shd w:val="clear" w:color="auto" w:fill="FFFFFF"/>
                        <w:tcMar>
                          <w:left w:w="5" w:type="dxa"/>
                        </w:tcMar>
                      </w:tcPr>
                      <w:p w:rsidR="00473F71" w:rsidRDefault="00473F71">
                        <w:pPr>
                          <w:rPr>
                            <w:rFonts w:ascii="Times New Roman" w:hAnsi="Times New Roman" w:cs="Times New Roman"/>
                            <w:color w:val="00000A"/>
                          </w:rPr>
                        </w:pPr>
                        <w:bookmarkStart w:id="64" w:name="__UnoMark__590_782581535"/>
                        <w:bookmarkStart w:id="65" w:name="__UnoMark__589_782581535"/>
                        <w:bookmarkEnd w:id="64"/>
                        <w:bookmarkEnd w:id="65"/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</w:tcBorders>
                        <w:shd w:val="clear" w:color="auto" w:fill="FFFFFF"/>
                        <w:tcMar>
                          <w:left w:w="5" w:type="dxa"/>
                        </w:tcMar>
                      </w:tcPr>
                      <w:p w:rsidR="00473F71" w:rsidRDefault="00473F71">
                        <w:pPr>
                          <w:rPr>
                            <w:rFonts w:ascii="Times New Roman" w:hAnsi="Times New Roman" w:cs="Times New Roman"/>
                            <w:color w:val="00000A"/>
                          </w:rPr>
                        </w:pPr>
                        <w:bookmarkStart w:id="66" w:name="__UnoMark__592_782581535"/>
                        <w:bookmarkStart w:id="67" w:name="__UnoMark__591_782581535"/>
                        <w:bookmarkEnd w:id="66"/>
                        <w:bookmarkEnd w:id="67"/>
                      </w:p>
                    </w:tc>
                    <w:tc>
                      <w:tcPr>
                        <w:tcW w:w="1427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5" w:type="dxa"/>
                        </w:tcMar>
                      </w:tcPr>
                      <w:p w:rsidR="00473F71" w:rsidRDefault="00473F71">
                        <w:pPr>
                          <w:rPr>
                            <w:rFonts w:ascii="Times New Roman" w:hAnsi="Times New Roman" w:cs="Times New Roman"/>
                            <w:color w:val="00000A"/>
                          </w:rPr>
                        </w:pPr>
                        <w:bookmarkStart w:id="68" w:name="__UnoMark__594_782581535"/>
                        <w:bookmarkStart w:id="69" w:name="__UnoMark__593_782581535"/>
                        <w:bookmarkEnd w:id="68"/>
                        <w:bookmarkEnd w:id="69"/>
                      </w:p>
                    </w:tc>
                  </w:tr>
                </w:tbl>
                <w:p w:rsidR="00473F71" w:rsidRDefault="00473F71">
                  <w:pPr>
                    <w:rPr>
                      <w:rFonts w:ascii="Times New Roman" w:hAnsi="Times New Roman" w:cs="Times New Roman"/>
                      <w:color w:val="00000A"/>
                    </w:rPr>
                  </w:pPr>
                </w:p>
              </w:txbxContent>
            </v:textbox>
            <w10:wrap type="topAndBottom"/>
          </v:rect>
        </w:pict>
      </w:r>
    </w:p>
    <w:p w:rsidR="00473F71" w:rsidRDefault="00473F71">
      <w:pPr>
        <w:pStyle w:val="Szvegtrzs21"/>
        <w:shd w:val="clear" w:color="auto" w:fill="auto"/>
        <w:spacing w:before="0" w:line="240" w:lineRule="auto"/>
        <w:ind w:right="7540" w:firstLine="0"/>
        <w:rPr>
          <w:rFonts w:ascii="Times New Roman" w:hAnsi="Times New Roman" w:cs="Times New Roman"/>
          <w:sz w:val="24"/>
          <w:szCs w:val="24"/>
        </w:rPr>
        <w:sectPr w:rsidR="00473F71">
          <w:pgSz w:w="12240" w:h="15840"/>
          <w:pgMar w:top="1981" w:right="1416" w:bottom="1981" w:left="1325" w:header="0" w:footer="0" w:gutter="0"/>
          <w:cols w:space="720"/>
          <w:formProt w:val="0"/>
          <w:docGrid w:linePitch="240" w:charSpace="-6145"/>
        </w:sectPr>
      </w:pPr>
      <w:r>
        <w:rPr>
          <w:rFonts w:ascii="Times New Roman" w:hAnsi="Times New Roman" w:cs="Times New Roman"/>
          <w:sz w:val="24"/>
          <w:szCs w:val="24"/>
        </w:rPr>
        <w:t>Reprezentant legal, Semnătura</w:t>
      </w:r>
    </w:p>
    <w:p w:rsidR="00473F71" w:rsidRDefault="00473F71">
      <w:pPr>
        <w:pStyle w:val="Szvegtrzs30"/>
        <w:shd w:val="clear" w:color="auto" w:fill="auto"/>
        <w:tabs>
          <w:tab w:val="left" w:leader="underscore" w:pos="4498"/>
        </w:tabs>
        <w:spacing w:after="0" w:line="240" w:lineRule="auto"/>
        <w:ind w:right="38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Obiective sportive propuse pentru anul competitional</w:t>
      </w:r>
    </w:p>
    <w:p w:rsidR="00473F71" w:rsidRDefault="00473F71">
      <w:pPr>
        <w:pStyle w:val="Szvegtrzs30"/>
        <w:shd w:val="clear" w:color="auto" w:fill="auto"/>
        <w:tabs>
          <w:tab w:val="left" w:leader="underscore" w:pos="4498"/>
        </w:tabs>
        <w:spacing w:after="0" w:line="240" w:lineRule="auto"/>
        <w:ind w:right="38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Structura sportiva</w:t>
      </w:r>
      <w:r>
        <w:rPr>
          <w:rFonts w:ascii="Times New Roman" w:hAnsi="Times New Roman"/>
          <w:sz w:val="24"/>
          <w:szCs w:val="24"/>
        </w:rPr>
        <w:tab/>
      </w:r>
    </w:p>
    <w:p w:rsidR="00473F71" w:rsidRDefault="00473F71">
      <w:pPr>
        <w:pStyle w:val="Szvegtrzs30"/>
        <w:shd w:val="clear" w:color="auto" w:fill="auto"/>
        <w:tabs>
          <w:tab w:val="left" w:leader="underscore" w:pos="4498"/>
        </w:tabs>
        <w:spacing w:after="0" w:line="240" w:lineRule="auto"/>
        <w:ind w:right="3800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91"/>
        <w:tblW w:w="9072" w:type="dxa"/>
        <w:tblInd w:w="10" w:type="dxa"/>
        <w:tblBorders>
          <w:top w:val="single" w:sz="4" w:space="0" w:color="00000A"/>
          <w:left w:val="single" w:sz="4" w:space="0" w:color="00000A"/>
        </w:tblBorders>
        <w:tblCellMar>
          <w:left w:w="5" w:type="dxa"/>
          <w:right w:w="10" w:type="dxa"/>
        </w:tblCellMar>
        <w:tblLook w:val="00A0"/>
      </w:tblPr>
      <w:tblGrid>
        <w:gridCol w:w="1761"/>
        <w:gridCol w:w="1203"/>
        <w:gridCol w:w="1085"/>
        <w:gridCol w:w="1761"/>
        <w:gridCol w:w="1642"/>
        <w:gridCol w:w="1620"/>
      </w:tblGrid>
      <w:tr w:rsidR="00473F71">
        <w:trPr>
          <w:trHeight w:hRule="exact" w:val="2222"/>
        </w:trPr>
        <w:tc>
          <w:tcPr>
            <w:tcW w:w="1800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pStyle w:val="Szvegtrzs2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Obiective</w:t>
            </w:r>
          </w:p>
          <w:p w:rsidR="00473F71" w:rsidRPr="00415816" w:rsidRDefault="00473F71">
            <w:pPr>
              <w:pStyle w:val="Szvegtrzs2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propuse/</w:t>
            </w:r>
          </w:p>
          <w:p w:rsidR="00473F71" w:rsidRPr="00415816" w:rsidRDefault="00473F71">
            <w:pPr>
              <w:pStyle w:val="Szvegtrzs2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secţie/grupă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pStyle w:val="Szvegtrzs2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Campionat</w:t>
            </w:r>
          </w:p>
          <w:p w:rsidR="00473F71" w:rsidRPr="00415816" w:rsidRDefault="00473F71">
            <w:pPr>
              <w:pStyle w:val="Szvegtrzs2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Naţional</w:t>
            </w:r>
          </w:p>
        </w:tc>
        <w:tc>
          <w:tcPr>
            <w:tcW w:w="1094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pStyle w:val="Szvegtrzs2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Cupa</w:t>
            </w:r>
          </w:p>
          <w:p w:rsidR="00473F71" w:rsidRPr="00415816" w:rsidRDefault="00473F71">
            <w:pPr>
              <w:pStyle w:val="Szvegtrzs2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României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pStyle w:val="Szvegtrzs2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Campionat</w:t>
            </w:r>
            <w:r w:rsidRPr="004158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Balcanic/alte</w:t>
            </w:r>
          </w:p>
          <w:p w:rsidR="00473F71" w:rsidRPr="00415816" w:rsidRDefault="00473F71">
            <w:pPr>
              <w:pStyle w:val="Szvegtrzs2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competiţii</w:t>
            </w:r>
          </w:p>
          <w:p w:rsidR="00473F71" w:rsidRPr="00415816" w:rsidRDefault="00473F71">
            <w:pPr>
              <w:pStyle w:val="Szvegtrzs2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euroregionale</w:t>
            </w:r>
          </w:p>
        </w:tc>
        <w:tc>
          <w:tcPr>
            <w:tcW w:w="1536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Pr="00415816" w:rsidRDefault="00473F71">
            <w:pPr>
              <w:pStyle w:val="Szvegtrzs2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Campionat/Cupă</w:t>
            </w:r>
            <w:r w:rsidRPr="004158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Europeană/ a</w:t>
            </w:r>
            <w:r w:rsidRPr="00415816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te</w:t>
            </w:r>
            <w:r w:rsidRPr="004158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competiţii de nivel european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pStyle w:val="Szvegtrzs2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Campionat/</w:t>
            </w:r>
          </w:p>
          <w:p w:rsidR="00473F71" w:rsidRPr="00415816" w:rsidRDefault="00473F71">
            <w:pPr>
              <w:pStyle w:val="Szvegtrzs2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Cupă</w:t>
            </w:r>
          </w:p>
          <w:p w:rsidR="00473F71" w:rsidRPr="00415816" w:rsidRDefault="00473F71">
            <w:pPr>
              <w:pStyle w:val="Szvegtrzs2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Mondială/alte competiţii de nivel mondial</w:t>
            </w:r>
          </w:p>
        </w:tc>
      </w:tr>
      <w:tr w:rsidR="00473F71">
        <w:trPr>
          <w:trHeight w:hRule="exact" w:val="763"/>
        </w:trPr>
        <w:tc>
          <w:tcPr>
            <w:tcW w:w="1800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bottom"/>
          </w:tcPr>
          <w:p w:rsidR="00473F71" w:rsidRPr="00415816" w:rsidRDefault="00473F71">
            <w:pPr>
              <w:pStyle w:val="Szvegtrzs21"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Sportul de performanta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094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536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</w:tr>
      <w:tr w:rsidR="00473F71">
        <w:trPr>
          <w:trHeight w:hRule="exact" w:val="566"/>
        </w:trPr>
        <w:tc>
          <w:tcPr>
            <w:tcW w:w="1800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Pr="00415816" w:rsidRDefault="00473F71">
            <w:pPr>
              <w:pStyle w:val="Szvegtrzs21"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seniori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094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536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</w:tr>
      <w:tr w:rsidR="00473F71">
        <w:trPr>
          <w:trHeight w:hRule="exact" w:val="562"/>
        </w:trPr>
        <w:tc>
          <w:tcPr>
            <w:tcW w:w="1800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Pr="00415816" w:rsidRDefault="00473F71">
            <w:pPr>
              <w:pStyle w:val="Szvegtrzs21"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tineret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094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536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</w:tr>
      <w:tr w:rsidR="00473F71">
        <w:trPr>
          <w:trHeight w:hRule="exact" w:val="562"/>
        </w:trPr>
        <w:tc>
          <w:tcPr>
            <w:tcW w:w="1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Pr="00415816" w:rsidRDefault="00473F71">
            <w:pPr>
              <w:pStyle w:val="Szvegtrzs21"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juniori I/II/III....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</w:tr>
      <w:tr w:rsidR="00473F71">
        <w:trPr>
          <w:trHeight w:hRule="exact" w:val="566"/>
        </w:trPr>
        <w:tc>
          <w:tcPr>
            <w:tcW w:w="18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Pr="00415816" w:rsidRDefault="00473F71">
            <w:pPr>
              <w:pStyle w:val="Szvegtrzs21"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816">
              <w:rPr>
                <w:rStyle w:val="Szvegtrzs20"/>
                <w:rFonts w:ascii="Times New Roman" w:hAnsi="Times New Roman" w:cs="Times New Roman"/>
                <w:color w:val="00000A"/>
                <w:szCs w:val="24"/>
              </w:rPr>
              <w:t>cadeti-copii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473F71" w:rsidRDefault="00473F71">
            <w:pPr>
              <w:rPr>
                <w:rFonts w:ascii="Times New Roman" w:hAnsi="Times New Roman" w:cs="Times New Roman"/>
                <w:color w:val="00000A"/>
              </w:rPr>
            </w:pPr>
          </w:p>
        </w:tc>
      </w:tr>
    </w:tbl>
    <w:p w:rsidR="00473F71" w:rsidRDefault="00473F71">
      <w:pPr>
        <w:pStyle w:val="Szvegtrzs30"/>
        <w:shd w:val="clear" w:color="auto" w:fill="auto"/>
        <w:tabs>
          <w:tab w:val="left" w:leader="underscore" w:pos="4498"/>
        </w:tabs>
        <w:spacing w:after="0" w:line="240" w:lineRule="auto"/>
        <w:ind w:right="3800"/>
        <w:rPr>
          <w:rFonts w:ascii="Times New Roman" w:hAnsi="Times New Roman"/>
          <w:sz w:val="24"/>
          <w:szCs w:val="24"/>
        </w:rPr>
      </w:pPr>
    </w:p>
    <w:p w:rsidR="00473F71" w:rsidRDefault="00473F71">
      <w:pPr>
        <w:pStyle w:val="Szvegtrzs30"/>
        <w:shd w:val="clear" w:color="auto" w:fill="auto"/>
        <w:tabs>
          <w:tab w:val="left" w:leader="underscore" w:pos="4498"/>
        </w:tabs>
        <w:spacing w:after="0" w:line="240" w:lineRule="auto"/>
        <w:ind w:right="3800"/>
        <w:rPr>
          <w:rFonts w:ascii="Times New Roman" w:hAnsi="Times New Roman"/>
          <w:sz w:val="24"/>
          <w:szCs w:val="24"/>
        </w:rPr>
      </w:pPr>
    </w:p>
    <w:p w:rsidR="00473F71" w:rsidRDefault="00473F71">
      <w:pPr>
        <w:pStyle w:val="Szvegtrzs30"/>
        <w:shd w:val="clear" w:color="auto" w:fill="auto"/>
        <w:tabs>
          <w:tab w:val="left" w:leader="underscore" w:pos="4498"/>
        </w:tabs>
        <w:spacing w:after="0" w:line="240" w:lineRule="auto"/>
        <w:ind w:right="3800"/>
        <w:rPr>
          <w:rFonts w:ascii="Times New Roman" w:hAnsi="Times New Roman"/>
          <w:sz w:val="24"/>
          <w:szCs w:val="24"/>
        </w:rPr>
      </w:pPr>
    </w:p>
    <w:p w:rsidR="00473F71" w:rsidRDefault="00473F71">
      <w:pPr>
        <w:pStyle w:val="Szvegtrzs30"/>
        <w:shd w:val="clear" w:color="auto" w:fill="auto"/>
        <w:tabs>
          <w:tab w:val="left" w:leader="underscore" w:pos="4498"/>
        </w:tabs>
        <w:spacing w:after="0" w:line="240" w:lineRule="auto"/>
        <w:ind w:right="3800"/>
        <w:rPr>
          <w:rFonts w:ascii="Times New Roman" w:hAnsi="Times New Roman"/>
          <w:sz w:val="24"/>
          <w:szCs w:val="24"/>
        </w:rPr>
      </w:pPr>
    </w:p>
    <w:p w:rsidR="00473F71" w:rsidRDefault="00473F71">
      <w:pPr>
        <w:pStyle w:val="Szvegtrzs30"/>
        <w:shd w:val="clear" w:color="auto" w:fill="auto"/>
        <w:tabs>
          <w:tab w:val="left" w:leader="underscore" w:pos="4498"/>
        </w:tabs>
        <w:spacing w:after="0" w:line="240" w:lineRule="auto"/>
        <w:ind w:right="3800"/>
        <w:rPr>
          <w:rFonts w:ascii="Times New Roman" w:hAnsi="Times New Roman"/>
          <w:sz w:val="24"/>
          <w:szCs w:val="24"/>
        </w:rPr>
      </w:pPr>
    </w:p>
    <w:p w:rsidR="00473F71" w:rsidRDefault="00473F71">
      <w:pPr>
        <w:pStyle w:val="Szvegtrzs30"/>
        <w:shd w:val="clear" w:color="auto" w:fill="auto"/>
        <w:tabs>
          <w:tab w:val="left" w:leader="underscore" w:pos="4498"/>
        </w:tabs>
        <w:spacing w:after="0" w:line="240" w:lineRule="auto"/>
        <w:ind w:right="3800"/>
        <w:rPr>
          <w:rFonts w:ascii="Times New Roman" w:hAnsi="Times New Roman"/>
          <w:sz w:val="24"/>
          <w:szCs w:val="24"/>
        </w:rPr>
      </w:pPr>
    </w:p>
    <w:p w:rsidR="00473F71" w:rsidRDefault="00473F71">
      <w:pPr>
        <w:pStyle w:val="Fejlcvagylbjegyzet1"/>
        <w:shd w:val="clear" w:color="auto" w:fill="auto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Style w:val="Fejlcvagylbjegyzet11pt"/>
          <w:rFonts w:ascii="Times New Roman" w:hAnsi="Times New Roman"/>
          <w:bCs/>
          <w:color w:val="00000A"/>
          <w:szCs w:val="22"/>
        </w:rPr>
        <w:t>Reprezentant legal,</w:t>
      </w:r>
    </w:p>
    <w:p w:rsidR="00473F71" w:rsidRDefault="00473F71">
      <w:pPr>
        <w:pStyle w:val="Fejlcvagylbjegyzet1"/>
        <w:shd w:val="clear" w:color="auto" w:fill="auto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Style w:val="Fejlcvagylbjegyzet11pt"/>
          <w:rFonts w:ascii="Times New Roman" w:hAnsi="Times New Roman"/>
          <w:bCs/>
          <w:color w:val="00000A"/>
          <w:szCs w:val="22"/>
        </w:rPr>
        <w:t>Semnătură</w:t>
      </w:r>
    </w:p>
    <w:p w:rsidR="00473F71" w:rsidRDefault="00473F71"/>
    <w:sectPr w:rsidR="00473F71" w:rsidSect="006D1379">
      <w:pgSz w:w="11906" w:h="16838"/>
      <w:pgMar w:top="1417" w:right="1417" w:bottom="1417" w:left="141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D7286"/>
    <w:multiLevelType w:val="multilevel"/>
    <w:tmpl w:val="FFFFFFFF"/>
    <w:lvl w:ilvl="0">
      <w:start w:val="2"/>
      <w:numFmt w:val="decimal"/>
      <w:lvlText w:val="%1"/>
      <w:lvlJc w:val="left"/>
      <w:pPr>
        <w:ind w:left="862" w:hanging="360"/>
      </w:pPr>
      <w:rPr>
        <w:rFonts w:cs="Times New Roman"/>
        <w:b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"/>
      <w:lvlJc w:val="left"/>
      <w:pPr>
        <w:ind w:left="6480" w:hanging="360"/>
      </w:pPr>
      <w:rPr>
        <w:rFonts w:cs="Times New Roman"/>
      </w:rPr>
    </w:lvl>
  </w:abstractNum>
  <w:abstractNum w:abstractNumId="1">
    <w:nsid w:val="2F77263F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spacing w:val="0"/>
        <w:w w:val="100"/>
        <w:sz w:val="24"/>
        <w:u w:val="none"/>
        <w:effect w:val="none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start w:val="1"/>
      <w:numFmt w:val="decimal"/>
      <w:lvlText w:val="%9"/>
      <w:lvlJc w:val="left"/>
      <w:rPr>
        <w:rFonts w:cs="Times New Roman"/>
      </w:rPr>
    </w:lvl>
  </w:abstractNum>
  <w:abstractNum w:abstractNumId="2">
    <w:nsid w:val="3DED6F04"/>
    <w:multiLevelType w:val="multilevel"/>
    <w:tmpl w:val="FFFFFFFF"/>
    <w:lvl w:ilvl="0">
      <w:start w:val="11"/>
      <w:numFmt w:val="decimal"/>
      <w:lvlText w:val="%1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4"/>
        <w:szCs w:val="24"/>
        <w:u w:val="none"/>
        <w:effect w:val="none"/>
      </w:rPr>
    </w:lvl>
    <w:lvl w:ilvl="1">
      <w:start w:val="1"/>
      <w:numFmt w:val="decimal"/>
      <w:lvlText w:val="%2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4"/>
        <w:szCs w:val="24"/>
        <w:u w:val="none"/>
        <w:effect w:val="none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start w:val="1"/>
      <w:numFmt w:val="decimal"/>
      <w:lvlText w:val="%9"/>
      <w:lvlJc w:val="left"/>
      <w:rPr>
        <w:rFonts w:cs="Times New Roman"/>
      </w:rPr>
    </w:lvl>
  </w:abstractNum>
  <w:abstractNum w:abstractNumId="3">
    <w:nsid w:val="4EB36D49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6C733531"/>
    <w:multiLevelType w:val="multilevel"/>
    <w:tmpl w:val="FFFFFFFF"/>
    <w:lvl w:ilvl="0">
      <w:start w:val="17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379"/>
    <w:rsid w:val="00100F76"/>
    <w:rsid w:val="00415816"/>
    <w:rsid w:val="00473F71"/>
    <w:rsid w:val="006D1379"/>
    <w:rsid w:val="00810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ascii="Arial Unicode MS" w:hAnsi="Arial Unicode MS" w:cs="Arial Unicode MS"/>
      <w:color w:val="000000"/>
      <w:sz w:val="24"/>
      <w:szCs w:val="24"/>
      <w:lang w:val="ro-RO" w:eastAsia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zvegtrzs2">
    <w:name w:val="Szövegtörzs (2)_"/>
    <w:link w:val="Szvegtrzs21"/>
    <w:uiPriority w:val="99"/>
    <w:locked/>
    <w:rPr>
      <w:shd w:val="clear" w:color="auto" w:fill="FFFFFF"/>
    </w:rPr>
  </w:style>
  <w:style w:type="character" w:customStyle="1" w:styleId="Szvegtrzs3">
    <w:name w:val="Szövegtörzs (3)_"/>
    <w:link w:val="Szvegtrzs30"/>
    <w:uiPriority w:val="99"/>
    <w:locked/>
    <w:rPr>
      <w:shd w:val="clear" w:color="auto" w:fill="FFFFFF"/>
    </w:rPr>
  </w:style>
  <w:style w:type="character" w:customStyle="1" w:styleId="Fejlcvagylbjegyzet">
    <w:name w:val="Fejléc vagy lábjegyzet_"/>
    <w:link w:val="Fejlcvagylbjegyzet1"/>
    <w:uiPriority w:val="99"/>
    <w:locked/>
    <w:rPr>
      <w:shd w:val="clear" w:color="auto" w:fill="FFFFFF"/>
    </w:rPr>
  </w:style>
  <w:style w:type="character" w:customStyle="1" w:styleId="Tblzatfelirata">
    <w:name w:val="Táblázat felirata_"/>
    <w:link w:val="Tblzatfelirata0"/>
    <w:uiPriority w:val="99"/>
    <w:locked/>
    <w:rPr>
      <w:shd w:val="clear" w:color="auto" w:fill="FFFFFF"/>
    </w:rPr>
  </w:style>
  <w:style w:type="character" w:customStyle="1" w:styleId="Szvegtrzs4">
    <w:name w:val="Szövegtörzs (4)_"/>
    <w:link w:val="Szvegtrzs40"/>
    <w:uiPriority w:val="99"/>
    <w:locked/>
    <w:rPr>
      <w:shd w:val="clear" w:color="auto" w:fill="FFFFFF"/>
    </w:rPr>
  </w:style>
  <w:style w:type="character" w:customStyle="1" w:styleId="Szvegtrzs5">
    <w:name w:val="Szövegtörzs (5)_"/>
    <w:link w:val="Szvegtrzs50"/>
    <w:uiPriority w:val="99"/>
    <w:locked/>
    <w:rPr>
      <w:shd w:val="clear" w:color="auto" w:fill="FFFFFF"/>
    </w:rPr>
  </w:style>
  <w:style w:type="character" w:customStyle="1" w:styleId="Szvegtrzs6">
    <w:name w:val="Szövegtörzs (6)_"/>
    <w:link w:val="Szvegtrzs60"/>
    <w:uiPriority w:val="99"/>
    <w:locked/>
    <w:rPr>
      <w:shd w:val="clear" w:color="auto" w:fill="FFFFFF"/>
    </w:rPr>
  </w:style>
  <w:style w:type="character" w:customStyle="1" w:styleId="Szvegtrzs7">
    <w:name w:val="Szövegtörzs (7)_"/>
    <w:link w:val="Szvegtrzs70"/>
    <w:uiPriority w:val="99"/>
    <w:locked/>
    <w:rPr>
      <w:shd w:val="clear" w:color="auto" w:fill="FFFFFF"/>
    </w:rPr>
  </w:style>
  <w:style w:type="character" w:customStyle="1" w:styleId="Szvegtrzs8">
    <w:name w:val="Szövegtörzs (8)_"/>
    <w:link w:val="Szvegtrzs80"/>
    <w:uiPriority w:val="99"/>
    <w:locked/>
    <w:rPr>
      <w:shd w:val="clear" w:color="auto" w:fill="FFFFFF"/>
    </w:rPr>
  </w:style>
  <w:style w:type="character" w:customStyle="1" w:styleId="Szvegtrzs9">
    <w:name w:val="Szövegtörzs (9)_"/>
    <w:link w:val="Szvegtrzs90"/>
    <w:uiPriority w:val="99"/>
    <w:locked/>
    <w:rPr>
      <w:rFonts w:ascii="Century Gothic" w:hAnsi="Century Gothic"/>
      <w:sz w:val="21"/>
      <w:shd w:val="clear" w:color="auto" w:fill="FFFFFF"/>
    </w:rPr>
  </w:style>
  <w:style w:type="character" w:customStyle="1" w:styleId="Szvegtrzs2Exact">
    <w:name w:val="Szövegtörzs (2) Exact"/>
    <w:uiPriority w:val="99"/>
    <w:rPr>
      <w:rFonts w:ascii="Times New Roman" w:hAnsi="Times New Roman"/>
      <w:u w:val="none"/>
      <w:effect w:val="none"/>
    </w:rPr>
  </w:style>
  <w:style w:type="character" w:customStyle="1" w:styleId="Szvegtrzs20">
    <w:name w:val="Szövegtörzs (2)"/>
    <w:uiPriority w:val="99"/>
    <w:rPr>
      <w:color w:val="000000"/>
      <w:spacing w:val="0"/>
      <w:w w:val="100"/>
      <w:sz w:val="24"/>
      <w:lang w:val="ro-RO" w:eastAsia="ro-RO"/>
    </w:rPr>
  </w:style>
  <w:style w:type="character" w:customStyle="1" w:styleId="Szvegtrzs4ArialNarrow">
    <w:name w:val="Szövegtörzs (4) + Arial Narrow"/>
    <w:uiPriority w:val="99"/>
    <w:rPr>
      <w:rFonts w:ascii="Arial Narrow" w:hAnsi="Arial Narrow"/>
      <w:color w:val="000000"/>
      <w:spacing w:val="0"/>
      <w:w w:val="100"/>
      <w:sz w:val="18"/>
      <w:lang w:val="ro-RO" w:eastAsia="ro-RO"/>
    </w:rPr>
  </w:style>
  <w:style w:type="character" w:customStyle="1" w:styleId="Szvegtrzs5ArialNarrow">
    <w:name w:val="Szövegtörzs (5) + Arial Narrow"/>
    <w:uiPriority w:val="99"/>
    <w:rPr>
      <w:rFonts w:ascii="Arial Narrow" w:hAnsi="Arial Narrow"/>
      <w:color w:val="000000"/>
      <w:spacing w:val="0"/>
      <w:w w:val="100"/>
      <w:sz w:val="18"/>
      <w:lang w:val="ro-RO" w:eastAsia="ro-RO"/>
    </w:rPr>
  </w:style>
  <w:style w:type="character" w:customStyle="1" w:styleId="Szvegtrzs6ArialNarrow">
    <w:name w:val="Szövegtörzs (6) + Arial Narrow"/>
    <w:uiPriority w:val="99"/>
    <w:rPr>
      <w:rFonts w:ascii="Arial Narrow" w:hAnsi="Arial Narrow"/>
      <w:color w:val="000000"/>
      <w:spacing w:val="0"/>
      <w:w w:val="100"/>
      <w:sz w:val="18"/>
      <w:lang w:val="ro-RO" w:eastAsia="ro-RO"/>
    </w:rPr>
  </w:style>
  <w:style w:type="character" w:customStyle="1" w:styleId="Szvegtrzs7ArialNarrow">
    <w:name w:val="Szövegtörzs (7) + Arial Narrow"/>
    <w:uiPriority w:val="99"/>
    <w:rPr>
      <w:rFonts w:ascii="Arial Narrow" w:hAnsi="Arial Narrow"/>
      <w:color w:val="000000"/>
      <w:spacing w:val="0"/>
      <w:w w:val="100"/>
      <w:sz w:val="18"/>
      <w:lang w:val="ro-RO" w:eastAsia="ro-RO"/>
    </w:rPr>
  </w:style>
  <w:style w:type="character" w:customStyle="1" w:styleId="Szvegtrzs8ArialNarrow">
    <w:name w:val="Szövegtörzs (8) + Arial Narrow"/>
    <w:uiPriority w:val="99"/>
    <w:rPr>
      <w:rFonts w:ascii="Arial Narrow" w:hAnsi="Arial Narrow"/>
      <w:color w:val="000000"/>
      <w:spacing w:val="0"/>
      <w:w w:val="100"/>
      <w:sz w:val="18"/>
      <w:lang w:val="ro-RO" w:eastAsia="ro-RO"/>
    </w:rPr>
  </w:style>
  <w:style w:type="character" w:customStyle="1" w:styleId="Fejlcvagylbjegyzet11pt">
    <w:name w:val="Fejléc vagy lábjegyzet + 11 pt"/>
    <w:uiPriority w:val="99"/>
    <w:rPr>
      <w:b/>
      <w:color w:val="000000"/>
      <w:spacing w:val="0"/>
      <w:w w:val="100"/>
      <w:sz w:val="22"/>
      <w:lang w:val="ro-RO" w:eastAsia="ro-RO"/>
    </w:rPr>
  </w:style>
  <w:style w:type="character" w:customStyle="1" w:styleId="Szvegtrzs2Flkvr">
    <w:name w:val="Szövegtörzs (2) + Félkövér"/>
    <w:uiPriority w:val="99"/>
    <w:rPr>
      <w:b/>
      <w:color w:val="000000"/>
      <w:spacing w:val="0"/>
      <w:w w:val="100"/>
      <w:sz w:val="24"/>
      <w:lang w:val="ro-RO" w:eastAsia="ro-RO"/>
    </w:rPr>
  </w:style>
  <w:style w:type="character" w:customStyle="1" w:styleId="ListLabel1">
    <w:name w:val="ListLabel 1"/>
    <w:uiPriority w:val="99"/>
    <w:rsid w:val="006D1379"/>
    <w:rPr>
      <w:b/>
    </w:rPr>
  </w:style>
  <w:style w:type="character" w:customStyle="1" w:styleId="ListLabel2">
    <w:name w:val="ListLabel 2"/>
    <w:uiPriority w:val="99"/>
    <w:rsid w:val="006D1379"/>
    <w:rPr>
      <w:rFonts w:eastAsia="Times New Roman"/>
      <w:color w:val="000000"/>
      <w:spacing w:val="0"/>
      <w:w w:val="100"/>
      <w:sz w:val="24"/>
      <w:u w:val="none"/>
      <w:effect w:val="none"/>
    </w:rPr>
  </w:style>
  <w:style w:type="character" w:customStyle="1" w:styleId="ListLabel3">
    <w:name w:val="ListLabel 3"/>
    <w:uiPriority w:val="99"/>
    <w:rsid w:val="006D1379"/>
  </w:style>
  <w:style w:type="character" w:customStyle="1" w:styleId="ListLabel4">
    <w:name w:val="ListLabel 4"/>
    <w:uiPriority w:val="99"/>
    <w:rsid w:val="006D1379"/>
    <w:rPr>
      <w:rFonts w:eastAsia="Times New Roman"/>
      <w:color w:val="000000"/>
      <w:spacing w:val="0"/>
      <w:w w:val="100"/>
      <w:sz w:val="24"/>
      <w:u w:val="none"/>
      <w:effect w:val="none"/>
    </w:rPr>
  </w:style>
  <w:style w:type="paragraph" w:customStyle="1" w:styleId="Heading">
    <w:name w:val="Heading"/>
    <w:basedOn w:val="Normal"/>
    <w:next w:val="TextBody"/>
    <w:uiPriority w:val="99"/>
    <w:rsid w:val="006D1379"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paragraph" w:customStyle="1" w:styleId="TextBody">
    <w:name w:val="Text Body"/>
    <w:basedOn w:val="Normal"/>
    <w:uiPriority w:val="99"/>
    <w:rsid w:val="006D1379"/>
    <w:pPr>
      <w:spacing w:after="140" w:line="288" w:lineRule="auto"/>
    </w:pPr>
  </w:style>
  <w:style w:type="paragraph" w:styleId="List">
    <w:name w:val="List"/>
    <w:basedOn w:val="TextBody"/>
    <w:uiPriority w:val="99"/>
    <w:rsid w:val="006D1379"/>
    <w:rPr>
      <w:rFonts w:cs="Mangal"/>
    </w:rPr>
  </w:style>
  <w:style w:type="paragraph" w:styleId="Caption">
    <w:name w:val="caption"/>
    <w:basedOn w:val="Normal"/>
    <w:uiPriority w:val="99"/>
    <w:qFormat/>
    <w:rsid w:val="006D1379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uiPriority w:val="99"/>
    <w:rsid w:val="006D1379"/>
    <w:pPr>
      <w:suppressLineNumbers/>
    </w:pPr>
    <w:rPr>
      <w:rFonts w:cs="Mangal"/>
    </w:rPr>
  </w:style>
  <w:style w:type="paragraph" w:customStyle="1" w:styleId="Szvegtrzs21">
    <w:name w:val="Szövegtörzs (2)1"/>
    <w:basedOn w:val="Normal"/>
    <w:link w:val="Szvegtrzs2"/>
    <w:uiPriority w:val="99"/>
    <w:pPr>
      <w:shd w:val="clear" w:color="auto" w:fill="FFFFFF"/>
      <w:spacing w:before="300" w:line="274" w:lineRule="exact"/>
      <w:ind w:hanging="380"/>
    </w:pPr>
    <w:rPr>
      <w:rFonts w:ascii="Calibri" w:hAnsi="Calibri" w:cs="Calibri"/>
      <w:color w:val="00000A"/>
      <w:sz w:val="22"/>
      <w:szCs w:val="22"/>
      <w:lang w:eastAsia="en-US"/>
    </w:rPr>
  </w:style>
  <w:style w:type="paragraph" w:customStyle="1" w:styleId="Szvegtrzs30">
    <w:name w:val="Szövegtörzs (3)"/>
    <w:basedOn w:val="Normal"/>
    <w:link w:val="Szvegtrzs3"/>
    <w:uiPriority w:val="99"/>
    <w:pPr>
      <w:shd w:val="clear" w:color="auto" w:fill="FFFFFF"/>
      <w:spacing w:after="300" w:line="240" w:lineRule="atLeast"/>
    </w:pPr>
    <w:rPr>
      <w:rFonts w:ascii="Calibri" w:hAnsi="Calibri" w:cs="Times New Roman"/>
      <w:color w:val="auto"/>
      <w:sz w:val="20"/>
      <w:szCs w:val="20"/>
      <w:lang w:val="en-US" w:eastAsia="en-US"/>
    </w:rPr>
  </w:style>
  <w:style w:type="paragraph" w:customStyle="1" w:styleId="Fejlcvagylbjegyzet1">
    <w:name w:val="Fejléc vagy lábjegyzet1"/>
    <w:basedOn w:val="Normal"/>
    <w:link w:val="Fejlcvagylbjegyzet"/>
    <w:uiPriority w:val="99"/>
    <w:pPr>
      <w:shd w:val="clear" w:color="auto" w:fill="FFFFFF"/>
      <w:spacing w:line="240" w:lineRule="atLeast"/>
    </w:pPr>
    <w:rPr>
      <w:rFonts w:ascii="Calibri" w:hAnsi="Calibri" w:cs="Times New Roman"/>
      <w:color w:val="auto"/>
      <w:sz w:val="20"/>
      <w:szCs w:val="20"/>
      <w:lang w:val="en-US" w:eastAsia="en-US"/>
    </w:rPr>
  </w:style>
  <w:style w:type="paragraph" w:customStyle="1" w:styleId="Tblzatfelirata0">
    <w:name w:val="Táblázat felirata"/>
    <w:basedOn w:val="Normal"/>
    <w:link w:val="Tblzatfelirata"/>
    <w:uiPriority w:val="99"/>
    <w:pPr>
      <w:shd w:val="clear" w:color="auto" w:fill="FFFFFF"/>
      <w:spacing w:line="240" w:lineRule="atLeast"/>
    </w:pPr>
    <w:rPr>
      <w:rFonts w:ascii="Calibri" w:hAnsi="Calibri" w:cs="Times New Roman"/>
      <w:color w:val="auto"/>
      <w:sz w:val="20"/>
      <w:szCs w:val="20"/>
      <w:lang w:val="en-US" w:eastAsia="en-US"/>
    </w:rPr>
  </w:style>
  <w:style w:type="paragraph" w:customStyle="1" w:styleId="Szvegtrzs40">
    <w:name w:val="Szövegtörzs (4)"/>
    <w:basedOn w:val="Normal"/>
    <w:link w:val="Szvegtrzs4"/>
    <w:uiPriority w:val="99"/>
    <w:pPr>
      <w:shd w:val="clear" w:color="auto" w:fill="FFFFFF"/>
      <w:spacing w:line="274" w:lineRule="exact"/>
      <w:jc w:val="both"/>
    </w:pPr>
    <w:rPr>
      <w:rFonts w:ascii="Calibri" w:hAnsi="Calibri" w:cs="Times New Roman"/>
      <w:color w:val="auto"/>
      <w:sz w:val="20"/>
      <w:szCs w:val="20"/>
      <w:lang w:val="en-US" w:eastAsia="en-US"/>
    </w:rPr>
  </w:style>
  <w:style w:type="paragraph" w:customStyle="1" w:styleId="Szvegtrzs50">
    <w:name w:val="Szövegtörzs (5)"/>
    <w:basedOn w:val="Normal"/>
    <w:link w:val="Szvegtrzs5"/>
    <w:uiPriority w:val="99"/>
    <w:pPr>
      <w:shd w:val="clear" w:color="auto" w:fill="FFFFFF"/>
      <w:spacing w:line="274" w:lineRule="exact"/>
      <w:jc w:val="both"/>
    </w:pPr>
    <w:rPr>
      <w:rFonts w:ascii="Calibri" w:hAnsi="Calibri" w:cs="Times New Roman"/>
      <w:color w:val="auto"/>
      <w:sz w:val="20"/>
      <w:szCs w:val="20"/>
      <w:lang w:val="en-US" w:eastAsia="en-US"/>
    </w:rPr>
  </w:style>
  <w:style w:type="paragraph" w:customStyle="1" w:styleId="Szvegtrzs60">
    <w:name w:val="Szövegtörzs (6)"/>
    <w:basedOn w:val="Normal"/>
    <w:link w:val="Szvegtrzs6"/>
    <w:uiPriority w:val="99"/>
    <w:pPr>
      <w:shd w:val="clear" w:color="auto" w:fill="FFFFFF"/>
      <w:spacing w:line="274" w:lineRule="exact"/>
      <w:jc w:val="both"/>
    </w:pPr>
    <w:rPr>
      <w:rFonts w:ascii="Calibri" w:hAnsi="Calibri" w:cs="Times New Roman"/>
      <w:color w:val="auto"/>
      <w:sz w:val="20"/>
      <w:szCs w:val="20"/>
      <w:lang w:val="en-US" w:eastAsia="en-US"/>
    </w:rPr>
  </w:style>
  <w:style w:type="paragraph" w:customStyle="1" w:styleId="Szvegtrzs70">
    <w:name w:val="Szövegtörzs (7)"/>
    <w:basedOn w:val="Normal"/>
    <w:link w:val="Szvegtrzs7"/>
    <w:uiPriority w:val="99"/>
    <w:pPr>
      <w:shd w:val="clear" w:color="auto" w:fill="FFFFFF"/>
      <w:spacing w:line="274" w:lineRule="exact"/>
      <w:jc w:val="both"/>
    </w:pPr>
    <w:rPr>
      <w:rFonts w:ascii="Calibri" w:hAnsi="Calibri" w:cs="Times New Roman"/>
      <w:color w:val="auto"/>
      <w:sz w:val="20"/>
      <w:szCs w:val="20"/>
      <w:lang w:val="en-US" w:eastAsia="en-US"/>
    </w:rPr>
  </w:style>
  <w:style w:type="paragraph" w:customStyle="1" w:styleId="Szvegtrzs80">
    <w:name w:val="Szövegtörzs (8)"/>
    <w:basedOn w:val="Normal"/>
    <w:link w:val="Szvegtrzs8"/>
    <w:uiPriority w:val="99"/>
    <w:pPr>
      <w:shd w:val="clear" w:color="auto" w:fill="FFFFFF"/>
      <w:spacing w:line="274" w:lineRule="exact"/>
      <w:jc w:val="both"/>
    </w:pPr>
    <w:rPr>
      <w:rFonts w:ascii="Calibri" w:hAnsi="Calibri" w:cs="Times New Roman"/>
      <w:color w:val="auto"/>
      <w:sz w:val="20"/>
      <w:szCs w:val="20"/>
      <w:lang w:val="en-US" w:eastAsia="en-US"/>
    </w:rPr>
  </w:style>
  <w:style w:type="paragraph" w:customStyle="1" w:styleId="Szvegtrzs90">
    <w:name w:val="Szövegtörzs (9)"/>
    <w:basedOn w:val="Normal"/>
    <w:link w:val="Szvegtrzs9"/>
    <w:uiPriority w:val="99"/>
    <w:pPr>
      <w:shd w:val="clear" w:color="auto" w:fill="FFFFFF"/>
      <w:spacing w:line="274" w:lineRule="exact"/>
      <w:jc w:val="both"/>
    </w:pPr>
    <w:rPr>
      <w:rFonts w:ascii="Century Gothic" w:hAnsi="Century Gothic" w:cs="Times New Roman"/>
      <w:color w:val="auto"/>
      <w:sz w:val="21"/>
      <w:szCs w:val="21"/>
      <w:lang w:val="en-US" w:eastAsia="en-US"/>
    </w:rPr>
  </w:style>
  <w:style w:type="paragraph" w:customStyle="1" w:styleId="FrameContents">
    <w:name w:val="Frame Contents"/>
    <w:basedOn w:val="Normal"/>
    <w:uiPriority w:val="99"/>
    <w:rsid w:val="006D13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100</TotalTime>
  <Pages>6</Pages>
  <Words>777</Words>
  <Characters>4435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</dc:creator>
  <cp:keywords/>
  <dc:description/>
  <cp:lastModifiedBy>Finna.Cornelia</cp:lastModifiedBy>
  <cp:revision>7</cp:revision>
  <cp:lastPrinted>2017-10-03T05:56:00Z</cp:lastPrinted>
  <dcterms:created xsi:type="dcterms:W3CDTF">2017-10-02T10:23:00Z</dcterms:created>
  <dcterms:modified xsi:type="dcterms:W3CDTF">2017-10-23T07:00:00Z</dcterms:modified>
</cp:coreProperties>
</file>